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7C63F3" w:rsidR="00C957BE" w:rsidP="009F7513" w:rsidRDefault="00A673F5" w14:paraId="065B5E23" w14:textId="4CC2601F">
      <w:pPr>
        <w:pStyle w:val="Title"/>
        <w:rPr>
          <w:rFonts w:ascii="Franklin Gothic Book" w:hAnsi="Franklin Gothic Book"/>
        </w:rPr>
      </w:pPr>
      <w:r w:rsidRPr="60AA9A40" w:rsidR="00A673F5">
        <w:rPr>
          <w:rFonts w:ascii="Franklin Gothic Book" w:hAnsi="Franklin Gothic Book"/>
        </w:rPr>
        <w:t xml:space="preserve">Participant </w:t>
      </w:r>
      <w:r w:rsidRPr="60AA9A40" w:rsidR="5C127CFB">
        <w:rPr>
          <w:rFonts w:ascii="Franklin Gothic Book" w:hAnsi="Franklin Gothic Book"/>
        </w:rPr>
        <w:t>m</w:t>
      </w:r>
      <w:r w:rsidRPr="60AA9A40" w:rsidR="00A673F5">
        <w:rPr>
          <w:rFonts w:ascii="Franklin Gothic Book" w:hAnsi="Franklin Gothic Book"/>
        </w:rPr>
        <w:t xml:space="preserve">odule </w:t>
      </w:r>
      <w:r w:rsidRPr="60AA9A40" w:rsidR="160D12BA">
        <w:rPr>
          <w:rFonts w:ascii="Franklin Gothic Book" w:hAnsi="Franklin Gothic Book"/>
        </w:rPr>
        <w:t>e</w:t>
      </w:r>
      <w:r w:rsidRPr="60AA9A40" w:rsidR="009F7513">
        <w:rPr>
          <w:rFonts w:ascii="Franklin Gothic Book" w:hAnsi="Franklin Gothic Book"/>
        </w:rPr>
        <w:t xml:space="preserve">valuation </w:t>
      </w:r>
      <w:r w:rsidRPr="60AA9A40" w:rsidR="6B1B8067">
        <w:rPr>
          <w:rFonts w:ascii="Franklin Gothic Book" w:hAnsi="Franklin Gothic Book"/>
        </w:rPr>
        <w:t>f</w:t>
      </w:r>
      <w:r w:rsidRPr="60AA9A40" w:rsidR="009F7513">
        <w:rPr>
          <w:rFonts w:ascii="Franklin Gothic Book" w:hAnsi="Franklin Gothic Book"/>
        </w:rPr>
        <w:t>orm</w:t>
      </w:r>
    </w:p>
    <w:p w:rsidRPr="007C63F3" w:rsidR="00133309" w:rsidP="4081C19A" w:rsidRDefault="00794B00" w14:paraId="7A371C4F" w14:textId="798FF59F">
      <w:pPr>
        <w:rPr>
          <w:rFonts w:ascii="Franklin Gothic Book" w:hAnsi="Franklin Gothic Book"/>
          <w:i/>
          <w:iCs/>
        </w:rPr>
      </w:pPr>
      <w:r w:rsidRPr="4081C19A">
        <w:rPr>
          <w:rFonts w:ascii="Franklin Gothic Book" w:hAnsi="Franklin Gothic Book"/>
          <w:i/>
          <w:iCs/>
        </w:rPr>
        <w:t>The form should be completed by participants for each module following completion of the module.</w:t>
      </w:r>
      <w:r w:rsidRPr="4081C19A" w:rsidR="00DA250F">
        <w:rPr>
          <w:rFonts w:ascii="Franklin Gothic Book" w:hAnsi="Franklin Gothic Book"/>
          <w:i/>
          <w:iCs/>
        </w:rPr>
        <w:t xml:space="preserve"> If the module is conducted in hybrid mode but online and in-person components are separated apart, </w:t>
      </w:r>
      <w:r w:rsidRPr="4081C19A" w:rsidR="00554536">
        <w:rPr>
          <w:rFonts w:ascii="Franklin Gothic Book" w:hAnsi="Franklin Gothic Book"/>
          <w:i/>
          <w:iCs/>
        </w:rPr>
        <w:t>the module should be evaluated twice – once for in-person, and the other for online</w:t>
      </w:r>
      <w:r w:rsidRPr="4081C19A" w:rsidR="002238BB">
        <w:rPr>
          <w:rFonts w:ascii="Franklin Gothic Book" w:hAnsi="Franklin Gothic Book"/>
          <w:i/>
          <w:iCs/>
        </w:rPr>
        <w:t xml:space="preserve"> (make sure to choose the correct modality)</w:t>
      </w:r>
      <w:r w:rsidRPr="4081C19A" w:rsidR="00554536">
        <w:rPr>
          <w:rFonts w:ascii="Franklin Gothic Book" w:hAnsi="Franklin Gothic Book"/>
          <w:i/>
          <w:iCs/>
        </w:rPr>
        <w:t xml:space="preserve">. On the contrary, if the module is conducted in hybrid mode with in-person and online components around the same time, only one evaluation is needed – hybrid. </w:t>
      </w:r>
    </w:p>
    <w:p w:rsidR="496C3518" w:rsidP="74303924" w:rsidRDefault="496C3518" w14:paraId="53C84B56" w14:textId="78805545">
      <w:pPr>
        <w:rPr>
          <w:rFonts w:ascii="Franklin Gothic Book" w:hAnsi="Franklin Gothic Book"/>
          <w:i/>
          <w:iCs/>
        </w:rPr>
      </w:pPr>
      <w:r w:rsidRPr="74303924">
        <w:rPr>
          <w:rFonts w:ascii="Franklin Gothic Book" w:hAnsi="Franklin Gothic Book"/>
          <w:i/>
          <w:iCs/>
        </w:rPr>
        <w:t xml:space="preserve">Estimated time for survey completion: </w:t>
      </w:r>
      <w:r w:rsidRPr="74303924" w:rsidR="04C35FC3">
        <w:rPr>
          <w:rFonts w:ascii="Franklin Gothic Book" w:hAnsi="Franklin Gothic Book"/>
          <w:i/>
          <w:iCs/>
        </w:rPr>
        <w:t xml:space="preserve">up to </w:t>
      </w:r>
      <w:r w:rsidRPr="74303924">
        <w:rPr>
          <w:rFonts w:ascii="Franklin Gothic Book" w:hAnsi="Franklin Gothic Book"/>
          <w:i/>
          <w:iCs/>
        </w:rPr>
        <w:t xml:space="preserve">10 </w:t>
      </w:r>
      <w:proofErr w:type="gramStart"/>
      <w:r w:rsidRPr="74303924">
        <w:rPr>
          <w:rFonts w:ascii="Franklin Gothic Book" w:hAnsi="Franklin Gothic Book"/>
          <w:i/>
          <w:iCs/>
        </w:rPr>
        <w:t>minutes</w:t>
      </w:r>
      <w:proofErr w:type="gramEnd"/>
    </w:p>
    <w:tbl>
      <w:tblPr>
        <w:tblW w:w="5050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841"/>
      </w:tblGrid>
      <w:tr w:rsidRPr="007C63F3" w:rsidR="002F6808" w:rsidTr="00167C6A" w14:paraId="7CA8D914" w14:textId="77777777">
        <w:tc>
          <w:tcPr>
            <w:tcW w:w="5000" w:type="pct"/>
            <w:shd w:val="clear" w:color="auto" w:fill="auto"/>
            <w:vAlign w:val="center"/>
            <w:hideMark/>
          </w:tcPr>
          <w:p w:rsidRPr="007C63F3" w:rsidR="002F6808" w:rsidP="002F6808" w:rsidRDefault="002F6808" w14:paraId="1468343E" w14:textId="491FA33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Module title:  </w:t>
            </w:r>
          </w:p>
        </w:tc>
      </w:tr>
      <w:tr w:rsidRPr="007C63F3" w:rsidR="00B8478D" w:rsidTr="00167C6A" w14:paraId="4E466070" w14:textId="77777777">
        <w:tc>
          <w:tcPr>
            <w:tcW w:w="5000" w:type="pct"/>
            <w:shd w:val="clear" w:color="auto" w:fill="auto"/>
            <w:vAlign w:val="center"/>
          </w:tcPr>
          <w:p w:rsidRPr="007C63F3" w:rsidR="00B8478D" w:rsidP="002F6808" w:rsidRDefault="00B8478D" w14:paraId="1D973E86" w14:textId="2E228C6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Date:</w:t>
            </w:r>
          </w:p>
        </w:tc>
      </w:tr>
      <w:tr w:rsidRPr="007C63F3" w:rsidR="00510FBD" w:rsidTr="00167C6A" w14:paraId="07C9FB14" w14:textId="77777777">
        <w:tc>
          <w:tcPr>
            <w:tcW w:w="5000" w:type="pct"/>
            <w:shd w:val="clear" w:color="auto" w:fill="auto"/>
            <w:vAlign w:val="center"/>
          </w:tcPr>
          <w:p w:rsidRPr="007C63F3" w:rsidR="00510FBD" w:rsidP="002F6808" w:rsidRDefault="00510FBD" w14:paraId="03524FBF" w14:textId="168495D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 xml:space="preserve">Sector:    </w:t>
            </w:r>
            <w:r w:rsidRPr="007C63F3" w:rsidR="007C63F3">
              <w:rPr>
                <w:rFonts w:ascii="Wingdings" w:hAnsi="Wingdings" w:eastAsia="Wingdings" w:cs="Wingdings"/>
              </w:rPr>
              <w:t>o</w:t>
            </w:r>
            <w:r w:rsidRPr="007C63F3">
              <w:rPr>
                <w:rFonts w:ascii="Franklin Gothic Book" w:hAnsi="Franklin Gothic Book"/>
              </w:rPr>
              <w:t xml:space="preserve"> Human health    </w:t>
            </w:r>
            <w:r w:rsidRPr="007C63F3" w:rsidR="007C63F3">
              <w:rPr>
                <w:rFonts w:ascii="Wingdings" w:hAnsi="Wingdings" w:eastAsia="Wingdings" w:cs="Wingdings"/>
              </w:rPr>
              <w:t>o</w:t>
            </w:r>
            <w:r w:rsidRPr="007C63F3">
              <w:rPr>
                <w:rFonts w:ascii="Franklin Gothic Book" w:hAnsi="Franklin Gothic Book"/>
              </w:rPr>
              <w:t xml:space="preserve"> Animal health   </w:t>
            </w:r>
            <w:r w:rsidRPr="007C63F3" w:rsidR="007C63F3">
              <w:rPr>
                <w:rFonts w:ascii="Wingdings" w:hAnsi="Wingdings" w:eastAsia="Wingdings" w:cs="Wingdings"/>
              </w:rPr>
              <w:t>o</w:t>
            </w:r>
            <w:r w:rsidRPr="007C63F3">
              <w:rPr>
                <w:rFonts w:ascii="Franklin Gothic Book" w:hAnsi="Franklin Gothic Book"/>
              </w:rPr>
              <w:t xml:space="preserve"> Environmental health</w:t>
            </w:r>
            <w:r w:rsidRPr="007C63F3" w:rsidR="00294494">
              <w:rPr>
                <w:rFonts w:ascii="Franklin Gothic Book" w:hAnsi="Franklin Gothic Book"/>
              </w:rPr>
              <w:t xml:space="preserve">   </w:t>
            </w:r>
            <w:r w:rsidRPr="007C63F3" w:rsidR="00294494">
              <w:rPr>
                <w:rFonts w:ascii="Wingdings" w:hAnsi="Wingdings" w:eastAsia="Wingdings" w:cs="Wingdings"/>
              </w:rPr>
              <w:t>o</w:t>
            </w:r>
            <w:r w:rsidRPr="007C63F3" w:rsidR="00294494">
              <w:rPr>
                <w:rFonts w:ascii="Franklin Gothic Book" w:hAnsi="Franklin Gothic Book" w:eastAsia="Wingdings" w:cs="Arial"/>
              </w:rPr>
              <w:t xml:space="preserve"> Other</w:t>
            </w:r>
          </w:p>
        </w:tc>
      </w:tr>
      <w:tr w:rsidRPr="007C63F3" w:rsidR="00BE5D42" w:rsidTr="00167C6A" w14:paraId="0C58E801" w14:textId="77777777">
        <w:tc>
          <w:tcPr>
            <w:tcW w:w="5000" w:type="pct"/>
            <w:shd w:val="clear" w:color="auto" w:fill="auto"/>
            <w:vAlign w:val="center"/>
          </w:tcPr>
          <w:p w:rsidRPr="007C63F3" w:rsidR="00BE5D42" w:rsidP="10432493" w:rsidRDefault="00843D3E" w14:paraId="5466F1D9" w14:textId="68B8E70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 xml:space="preserve">Modality: </w:t>
            </w:r>
            <w:r w:rsidRPr="007C63F3" w:rsidR="007C63F3">
              <w:rPr>
                <w:rFonts w:ascii="Wingdings" w:hAnsi="Wingdings" w:eastAsia="Wingdings" w:cs="Wingdings"/>
              </w:rPr>
              <w:t>o</w:t>
            </w:r>
            <w:r w:rsidRPr="007C63F3" w:rsidR="00DF7034">
              <w:rPr>
                <w:rFonts w:ascii="Franklin Gothic Book" w:hAnsi="Franklin Gothic Book"/>
              </w:rPr>
              <w:t xml:space="preserve"> </w:t>
            </w:r>
            <w:r w:rsidRPr="007C63F3" w:rsidR="00B40440">
              <w:rPr>
                <w:rFonts w:ascii="Franklin Gothic Book" w:hAnsi="Franklin Gothic Book"/>
              </w:rPr>
              <w:t xml:space="preserve">In-person    </w:t>
            </w:r>
            <w:r w:rsidRPr="007C63F3" w:rsidR="007C63F3">
              <w:rPr>
                <w:rFonts w:ascii="Wingdings" w:hAnsi="Wingdings" w:eastAsia="Wingdings" w:cs="Wingdings"/>
              </w:rPr>
              <w:t>o</w:t>
            </w:r>
            <w:r w:rsidRPr="007C63F3" w:rsidR="00DF7034">
              <w:rPr>
                <w:rFonts w:ascii="Franklin Gothic Book" w:hAnsi="Franklin Gothic Book"/>
              </w:rPr>
              <w:t xml:space="preserve"> Online, instructor-led   </w:t>
            </w:r>
            <w:r w:rsidRPr="007C63F3" w:rsidR="007C63F3">
              <w:rPr>
                <w:rFonts w:ascii="Wingdings" w:hAnsi="Wingdings" w:eastAsia="Wingdings" w:cs="Wingdings"/>
              </w:rPr>
              <w:t>o</w:t>
            </w:r>
            <w:r w:rsidRPr="007C63F3" w:rsidR="00DF7034">
              <w:rPr>
                <w:rFonts w:ascii="Franklin Gothic Book" w:hAnsi="Franklin Gothic Book"/>
              </w:rPr>
              <w:t xml:space="preserve"> Online, </w:t>
            </w:r>
            <w:r w:rsidRPr="007C63F3" w:rsidR="00FE42F8">
              <w:rPr>
                <w:rFonts w:ascii="Franklin Gothic Book" w:hAnsi="Franklin Gothic Book"/>
              </w:rPr>
              <w:t>self-</w:t>
            </w:r>
            <w:r w:rsidRPr="007C63F3" w:rsidR="00DF7034">
              <w:rPr>
                <w:rFonts w:ascii="Franklin Gothic Book" w:hAnsi="Franklin Gothic Book"/>
              </w:rPr>
              <w:t>learning</w:t>
            </w:r>
            <w:r w:rsidRPr="007C63F3" w:rsidR="001930BC">
              <w:rPr>
                <w:rFonts w:ascii="Franklin Gothic Book" w:hAnsi="Franklin Gothic Book" w:eastAsia="Times New Roman" w:cs="Arial"/>
                <w:lang w:eastAsia="en-GB"/>
              </w:rPr>
              <w:t xml:space="preserve">   </w:t>
            </w:r>
            <w:r w:rsidRPr="007C63F3" w:rsidR="007C63F3">
              <w:rPr>
                <w:rFonts w:ascii="Wingdings" w:hAnsi="Wingdings" w:eastAsia="Wingdings" w:cs="Wingdings"/>
              </w:rPr>
              <w:t>o</w:t>
            </w:r>
            <w:r w:rsidRPr="007C63F3" w:rsidR="001930BC">
              <w:rPr>
                <w:rFonts w:ascii="Franklin Gothic Book" w:hAnsi="Franklin Gothic Book" w:eastAsia="Times New Roman" w:cs="Arial"/>
                <w:lang w:eastAsia="en-GB"/>
              </w:rPr>
              <w:t xml:space="preserve"> Hybrid (online and in-person components)</w:t>
            </w:r>
          </w:p>
        </w:tc>
      </w:tr>
    </w:tbl>
    <w:p w:rsidRPr="007C63F3" w:rsidR="0070292C" w:rsidP="00C31EA2" w:rsidRDefault="00D2454A" w14:paraId="24B45332" w14:textId="61D9B0AE">
      <w:pPr>
        <w:spacing w:before="240"/>
        <w:rPr>
          <w:rFonts w:ascii="Franklin Gothic Book" w:hAnsi="Franklin Gothic Book"/>
          <w:i/>
          <w:iCs/>
        </w:rPr>
      </w:pPr>
      <w:bookmarkStart w:name="_Hlk120279648" w:id="0"/>
      <w:r w:rsidRPr="007C63F3">
        <w:rPr>
          <w:rFonts w:ascii="Franklin Gothic Book" w:hAnsi="Franklin Gothic Book"/>
          <w:b/>
          <w:bCs/>
        </w:rPr>
        <w:t xml:space="preserve">Please </w:t>
      </w:r>
      <w:r w:rsidRPr="007C63F3" w:rsidR="0070292C">
        <w:rPr>
          <w:rFonts w:ascii="Franklin Gothic Book" w:hAnsi="Franklin Gothic Book"/>
          <w:b/>
          <w:bCs/>
        </w:rPr>
        <w:t xml:space="preserve">indicate how much you agree/disagree with each of the </w:t>
      </w:r>
      <w:r w:rsidRPr="007C63F3" w:rsidR="00807C34">
        <w:rPr>
          <w:rFonts w:ascii="Franklin Gothic Book" w:hAnsi="Franklin Gothic Book"/>
          <w:b/>
          <w:bCs/>
        </w:rPr>
        <w:t>module</w:t>
      </w:r>
      <w:r w:rsidRPr="007C63F3" w:rsidR="0070292C">
        <w:rPr>
          <w:rFonts w:ascii="Franklin Gothic Book" w:hAnsi="Franklin Gothic Book"/>
          <w:b/>
          <w:bCs/>
        </w:rPr>
        <w:t xml:space="preserve">-related statements listed below </w:t>
      </w:r>
      <w:r w:rsidRPr="007C63F3" w:rsidR="00037C73">
        <w:rPr>
          <w:rFonts w:ascii="Franklin Gothic Book" w:hAnsi="Franklin Gothic Book"/>
          <w:b/>
          <w:bCs/>
        </w:rPr>
        <w:t>where 1 is Strongly disagree and 5 is Strongly agree.</w:t>
      </w:r>
    </w:p>
    <w:tbl>
      <w:tblPr>
        <w:tblW w:w="5046" w:type="pct"/>
        <w:tblBorders>
          <w:top w:val="single" w:color="808080" w:themeColor="background1" w:themeShade="80" w:sz="6" w:space="0"/>
          <w:left w:val="single" w:color="808080" w:themeColor="background1" w:themeShade="80" w:sz="6" w:space="0"/>
          <w:bottom w:val="single" w:color="808080" w:themeColor="background1" w:themeShade="80" w:sz="6" w:space="0"/>
          <w:right w:val="single" w:color="808080" w:themeColor="background1" w:themeShade="80" w:sz="6" w:space="0"/>
          <w:insideH w:val="single" w:color="808080" w:themeColor="background1" w:themeShade="80" w:sz="6" w:space="0"/>
          <w:insideV w:val="single" w:color="808080" w:themeColor="background1" w:themeShade="80" w:sz="6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51"/>
        <w:gridCol w:w="9956"/>
        <w:gridCol w:w="741"/>
        <w:gridCol w:w="718"/>
        <w:gridCol w:w="718"/>
        <w:gridCol w:w="718"/>
        <w:gridCol w:w="718"/>
        <w:gridCol w:w="709"/>
      </w:tblGrid>
      <w:tr w:rsidRPr="007C63F3" w:rsidR="006B7EB6" w:rsidTr="006B7EB6" w14:paraId="1C081FC5" w14:textId="77777777">
        <w:tc>
          <w:tcPr>
            <w:tcW w:w="5000" w:type="pct"/>
            <w:gridSpan w:val="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bookmarkEnd w:id="0"/>
          <w:p w:rsidRPr="00DC1A8F" w:rsidR="006B7EB6" w:rsidP="006B7EB6" w:rsidRDefault="006B7EB6" w14:paraId="456DB010" w14:textId="67EA125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DC1A8F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A. Module content and learning materials</w:t>
            </w:r>
          </w:p>
        </w:tc>
      </w:tr>
      <w:tr w:rsidRPr="007C63F3" w:rsidR="006B7EB6" w:rsidTr="006B7EB6" w14:paraId="415FECAE" w14:textId="77777777">
        <w:trPr>
          <w:trHeight w:val="300"/>
        </w:trPr>
        <w:tc>
          <w:tcPr>
            <w:tcW w:w="3793" w:type="pct"/>
            <w:gridSpan w:val="3"/>
            <w:shd w:val="clear" w:color="auto" w:fill="auto"/>
            <w:hideMark/>
          </w:tcPr>
          <w:p w:rsidRPr="007C63F3" w:rsidR="006B7EB6" w:rsidP="006B7EB6" w:rsidRDefault="006B7EB6" w14:paraId="7EB786C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07" w:type="pct"/>
            <w:gridSpan w:val="5"/>
            <w:shd w:val="clear" w:color="auto" w:fill="auto"/>
            <w:vAlign w:val="center"/>
            <w:hideMark/>
          </w:tcPr>
          <w:p w:rsidRPr="007C63F3" w:rsidR="006B7EB6" w:rsidP="006B7EB6" w:rsidRDefault="006B7EB6" w14:paraId="61B9912C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6B7EB6" w:rsidDel="00D2454A" w:rsidP="006B7EB6" w:rsidRDefault="006B7EB6" w14:paraId="270336F4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6B7EB6" w:rsidTr="006B7EB6" w14:paraId="225D920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1807B857" w14:textId="5186948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A1.</w:t>
            </w:r>
          </w:p>
        </w:tc>
        <w:tc>
          <w:tcPr>
            <w:tcW w:w="3607" w:type="pct"/>
            <w:gridSpan w:val="2"/>
            <w:shd w:val="clear" w:color="auto" w:fill="auto"/>
            <w:vAlign w:val="center"/>
          </w:tcPr>
          <w:p w:rsidRPr="007C63F3" w:rsidR="006B7EB6" w:rsidP="006B7EB6" w:rsidRDefault="006B7EB6" w14:paraId="7B378F02" w14:textId="32FCA44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learning objectives for this module were clearly stated and understandable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1D7642C7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5CEC9A4B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7BE80C74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1032BCD9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6B7EB6" w:rsidP="006B7EB6" w:rsidRDefault="006B7EB6" w14:paraId="05838A4E" w14:textId="77777777">
            <w:pPr>
              <w:tabs>
                <w:tab w:val="left" w:pos="571"/>
              </w:tabs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6B7EB6" w:rsidTr="006B7EB6" w14:paraId="54DEC131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1BFAD848" w14:textId="2137429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A2.</w:t>
            </w:r>
          </w:p>
        </w:tc>
        <w:tc>
          <w:tcPr>
            <w:tcW w:w="3607" w:type="pct"/>
            <w:gridSpan w:val="2"/>
            <w:shd w:val="clear" w:color="auto" w:fill="auto"/>
            <w:vAlign w:val="center"/>
          </w:tcPr>
          <w:p w:rsidRPr="007C63F3" w:rsidR="006B7EB6" w:rsidP="006B7EB6" w:rsidRDefault="006B7EB6" w14:paraId="01480B84" w14:textId="6001511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learning objectives of this module were met 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43EE73C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2DDBCB2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640D1E6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665579E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6B7EB6" w:rsidP="006B7EB6" w:rsidRDefault="006B7EB6" w14:paraId="7832EDE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6B7EB6" w:rsidTr="006B7EB6" w14:paraId="074D625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00A646DA" w14:textId="2D9019A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A3.</w:t>
            </w:r>
          </w:p>
        </w:tc>
        <w:tc>
          <w:tcPr>
            <w:tcW w:w="3607" w:type="pct"/>
            <w:gridSpan w:val="2"/>
            <w:shd w:val="clear" w:color="auto" w:fill="auto"/>
            <w:vAlign w:val="center"/>
          </w:tcPr>
          <w:p w:rsidRPr="007C63F3" w:rsidR="006B7EB6" w:rsidP="006B7EB6" w:rsidRDefault="006B7EB6" w14:paraId="05F8C8B4" w14:textId="0C35B82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All relevant content related to the module topic was included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34385B0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71085B3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68A00E5A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5F53924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6B7EB6" w:rsidP="006B7EB6" w:rsidRDefault="006B7EB6" w14:paraId="2420544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6B7EB6" w:rsidTr="006B7EB6" w14:paraId="32DA94A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7AB7D927" w14:textId="03E73DE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A4.</w:t>
            </w:r>
          </w:p>
        </w:tc>
        <w:tc>
          <w:tcPr>
            <w:tcW w:w="3607" w:type="pct"/>
            <w:gridSpan w:val="2"/>
            <w:shd w:val="clear" w:color="auto" w:fill="auto"/>
            <w:vAlign w:val="center"/>
          </w:tcPr>
          <w:p w:rsidRPr="007C63F3" w:rsidR="006B7EB6" w:rsidP="006B7EB6" w:rsidRDefault="006B7EB6" w14:paraId="7A12995C" w14:textId="593EE9E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content of this module will be useful to me on the job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369269B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29EE5EBC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38B5103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153ADCA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6B7EB6" w:rsidP="006B7EB6" w:rsidRDefault="006B7EB6" w14:paraId="0E2EC22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6B7EB6" w:rsidTr="006B7EB6" w14:paraId="1AB785ED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5148C06E" w14:textId="5D9F85E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A5.</w:t>
            </w:r>
          </w:p>
        </w:tc>
        <w:tc>
          <w:tcPr>
            <w:tcW w:w="3607" w:type="pct"/>
            <w:gridSpan w:val="2"/>
            <w:shd w:val="clear" w:color="auto" w:fill="auto"/>
            <w:vAlign w:val="center"/>
          </w:tcPr>
          <w:p w:rsidRPr="007C63F3" w:rsidR="006B7EB6" w:rsidP="006B7EB6" w:rsidRDefault="006B7EB6" w14:paraId="6F0B2FA6" w14:textId="4BE1B47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content was well-balanced between theoretical information and practical examples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1B2FDE8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1678B83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303EC66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734F3E4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6B7EB6" w:rsidP="006B7EB6" w:rsidRDefault="006B7EB6" w14:paraId="42142AB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6B7EB6" w:rsidTr="006B7EB6" w14:paraId="5D61F676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0D99879A" w14:textId="2CD5B54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A6.</w:t>
            </w:r>
          </w:p>
        </w:tc>
        <w:tc>
          <w:tcPr>
            <w:tcW w:w="3607" w:type="pct"/>
            <w:gridSpan w:val="2"/>
            <w:shd w:val="clear" w:color="auto" w:fill="auto"/>
            <w:vAlign w:val="center"/>
          </w:tcPr>
          <w:p w:rsidRPr="007C63F3" w:rsidR="006B7EB6" w:rsidP="006B7EB6" w:rsidRDefault="006B7EB6" w14:paraId="55F3E2C1" w14:textId="1D98B33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content included sufficient activities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084EEEB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5728ABD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4E5503E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2E83F350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6B7EB6" w:rsidP="006B7EB6" w:rsidRDefault="006B7EB6" w14:paraId="171A0C9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6B7EB6" w:rsidTr="006B7EB6" w14:paraId="24AFE212" w14:textId="77777777">
        <w:trPr>
          <w:trHeight w:val="300"/>
        </w:trPr>
        <w:tc>
          <w:tcPr>
            <w:tcW w:w="186" w:type="pct"/>
            <w:shd w:val="clear" w:color="auto" w:fill="auto"/>
          </w:tcPr>
          <w:p w:rsidRPr="007C63F3" w:rsidR="006B7EB6" w:rsidP="006B7EB6" w:rsidRDefault="006B7EB6" w14:paraId="06859FA4" w14:textId="0620554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A7. </w:t>
            </w:r>
          </w:p>
        </w:tc>
        <w:tc>
          <w:tcPr>
            <w:tcW w:w="3607" w:type="pct"/>
            <w:gridSpan w:val="2"/>
            <w:shd w:val="clear" w:color="auto" w:fill="auto"/>
            <w:vAlign w:val="center"/>
          </w:tcPr>
          <w:p w:rsidRPr="007C63F3" w:rsidR="006B7EB6" w:rsidP="006B7EB6" w:rsidRDefault="006B7EB6" w14:paraId="4F4A094E" w14:textId="2174F1F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Examples and activities helped me learn the content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6653CE0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3814A4F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0B093BD9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7C49BC6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6B7EB6" w:rsidP="006B7EB6" w:rsidRDefault="006B7EB6" w14:paraId="33CEEEE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6B7EB6" w:rsidTr="006B7EB6" w14:paraId="79647A0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0A809154" w14:textId="1E72804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A8.</w:t>
            </w:r>
          </w:p>
        </w:tc>
        <w:tc>
          <w:tcPr>
            <w:tcW w:w="3607" w:type="pct"/>
            <w:gridSpan w:val="2"/>
            <w:shd w:val="clear" w:color="auto" w:fill="auto"/>
            <w:vAlign w:val="center"/>
          </w:tcPr>
          <w:p w:rsidRPr="007C63F3" w:rsidR="006B7EB6" w:rsidP="006B7EB6" w:rsidRDefault="006B7EB6" w14:paraId="0153ED41" w14:textId="29AFA91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quality of the learning materials (slides, handouts, online materials, etc.) was adequate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0BC190C3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1BDB3A8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4460CFB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510D043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6B7EB6" w:rsidP="006B7EB6" w:rsidRDefault="006B7EB6" w14:paraId="7B68AA91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6B7EB6" w:rsidTr="006B7EB6" w14:paraId="612E76B0" w14:textId="77777777">
        <w:trPr>
          <w:trHeight w:val="300"/>
        </w:trPr>
        <w:tc>
          <w:tcPr>
            <w:tcW w:w="186" w:type="pct"/>
            <w:shd w:val="clear" w:color="auto" w:fill="auto"/>
          </w:tcPr>
          <w:p w:rsidRPr="007C63F3" w:rsidR="006B7EB6" w:rsidP="006B7EB6" w:rsidRDefault="006B7EB6" w14:paraId="1EAA5A67" w14:textId="52F7936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lastRenderedPageBreak/>
              <w:t>A9.</w:t>
            </w:r>
          </w:p>
        </w:tc>
        <w:tc>
          <w:tcPr>
            <w:tcW w:w="3607" w:type="pct"/>
            <w:gridSpan w:val="2"/>
            <w:shd w:val="clear" w:color="auto" w:fill="auto"/>
            <w:vAlign w:val="center"/>
          </w:tcPr>
          <w:p w:rsidRPr="007C63F3" w:rsidR="006B7EB6" w:rsidP="006B7EB6" w:rsidRDefault="006B7EB6" w14:paraId="085ADEA3" w14:textId="7EDEB66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duration for this module was appropriate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211BD60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43EF8B7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57C6066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62F19E9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6B7EB6" w:rsidP="006B7EB6" w:rsidRDefault="006B7EB6" w14:paraId="6A5F32D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6B7EB6" w:rsidTr="006B7EB6" w14:paraId="32D812B2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6B7EB6" w:rsidP="006B7EB6" w:rsidRDefault="006B7EB6" w14:paraId="4E8C1F32" w14:textId="01B99D6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A10.</w:t>
            </w:r>
          </w:p>
        </w:tc>
        <w:tc>
          <w:tcPr>
            <w:tcW w:w="4814" w:type="pct"/>
            <w:gridSpan w:val="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</w:tcPr>
          <w:p w:rsidR="006B7EB6" w:rsidP="006B7EB6" w:rsidRDefault="006B7EB6" w14:paraId="48D8218E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module content and learning </w:t>
            </w:r>
            <w:proofErr w:type="gramStart"/>
            <w:r w:rsidRPr="007C63F3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materials</w:t>
            </w:r>
            <w:proofErr w:type="gramEnd"/>
          </w:p>
          <w:p w:rsidR="006B7EB6" w:rsidP="006B7EB6" w:rsidRDefault="006B7EB6" w14:paraId="268C13B7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6B7EB6" w:rsidP="006B7EB6" w:rsidRDefault="006B7EB6" w14:paraId="05052E9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6B7EB6" w:rsidTr="006B7EB6" w14:paraId="0CED53F9" w14:textId="77777777">
        <w:trPr>
          <w:trHeight w:val="300"/>
        </w:trPr>
        <w:tc>
          <w:tcPr>
            <w:tcW w:w="5000" w:type="pct"/>
            <w:gridSpan w:val="8"/>
            <w:shd w:val="clear" w:color="auto" w:fill="F2F2F2" w:themeFill="background1" w:themeFillShade="F2"/>
          </w:tcPr>
          <w:p w:rsidRPr="00DC1A8F" w:rsidR="006B7EB6" w:rsidP="006B7EB6" w:rsidRDefault="006B7EB6" w14:paraId="292D4BBA" w14:textId="19C0AF1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DC1A8F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B. Instructor and delivery methods</w:t>
            </w:r>
          </w:p>
        </w:tc>
      </w:tr>
      <w:tr w:rsidRPr="007C63F3" w:rsidR="006B7EB6" w:rsidTr="006B7EB6" w14:paraId="04EA2B95" w14:textId="77777777">
        <w:trPr>
          <w:trHeight w:val="486"/>
        </w:trPr>
        <w:tc>
          <w:tcPr>
            <w:tcW w:w="3543" w:type="pct"/>
            <w:gridSpan w:val="2"/>
            <w:shd w:val="clear" w:color="auto" w:fill="auto"/>
            <w:hideMark/>
          </w:tcPr>
          <w:p w:rsidRPr="007C63F3" w:rsidR="006B7EB6" w:rsidP="006B7EB6" w:rsidRDefault="006B7EB6" w14:paraId="07BB2DEF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457" w:type="pct"/>
            <w:gridSpan w:val="6"/>
            <w:shd w:val="clear" w:color="auto" w:fill="auto"/>
            <w:vAlign w:val="center"/>
            <w:hideMark/>
          </w:tcPr>
          <w:p w:rsidRPr="007C63F3" w:rsidR="006B7EB6" w:rsidP="006B7EB6" w:rsidRDefault="006B7EB6" w14:paraId="1A1FAEC1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6B7EB6" w:rsidDel="00EA2987" w:rsidP="006B7EB6" w:rsidRDefault="006B7EB6" w14:paraId="59159177" w14:textId="35AF9CC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6B7EB6" w:rsidTr="006B7EB6" w14:paraId="61C6937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  <w:hideMark/>
          </w:tcPr>
          <w:p w:rsidRPr="007C63F3" w:rsidR="006B7EB6" w:rsidP="006B7EB6" w:rsidRDefault="006B7EB6" w14:paraId="2696AC87" w14:textId="316653E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B1.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Pr="007C63F3" w:rsidR="006B7EB6" w:rsidP="006B7EB6" w:rsidRDefault="006B7EB6" w14:paraId="7D656FC3" w14:textId="3E2AEE9B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instructor was knowledgeable about the subject matter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Pr="007C63F3" w:rsidR="006B7EB6" w:rsidP="006B7EB6" w:rsidRDefault="006B7EB6" w14:paraId="377D78F0" w14:textId="2A4AC0C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639554A5" w14:textId="10D36A1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72DD2663" w14:textId="1998CFB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2916AC1C" w14:textId="16665D0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65D589A8" w14:textId="700BA77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39" w:type="pct"/>
          </w:tcPr>
          <w:p w:rsidRPr="007C63F3" w:rsidR="006B7EB6" w:rsidP="006B7EB6" w:rsidRDefault="006B7EB6" w14:paraId="194010B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6B7EB6" w:rsidTr="006B7EB6" w14:paraId="46CB4409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  <w:hideMark/>
          </w:tcPr>
          <w:p w:rsidRPr="007C63F3" w:rsidR="006B7EB6" w:rsidP="006B7EB6" w:rsidRDefault="006B7EB6" w14:paraId="1A1417B8" w14:textId="290636D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B2.</w:t>
            </w:r>
          </w:p>
        </w:tc>
        <w:tc>
          <w:tcPr>
            <w:tcW w:w="3357" w:type="pct"/>
            <w:shd w:val="clear" w:color="auto" w:fill="auto"/>
            <w:vAlign w:val="center"/>
            <w:hideMark/>
          </w:tcPr>
          <w:p w:rsidRPr="007C63F3" w:rsidR="006B7EB6" w:rsidP="006B7EB6" w:rsidRDefault="006B7EB6" w14:paraId="0FDEBF5E" w14:textId="43DDA7CD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instructor was prepared and well organized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Pr="007C63F3" w:rsidR="006B7EB6" w:rsidP="006B7EB6" w:rsidRDefault="006B7EB6" w14:paraId="6F604499" w14:textId="0A2361F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5B349E69" w14:textId="0A72C26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0CAE13AA" w14:textId="6F990305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0D351B5B" w14:textId="5C15BE9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4967272F" w14:textId="493D96B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39" w:type="pct"/>
          </w:tcPr>
          <w:p w:rsidRPr="007C63F3" w:rsidR="006B7EB6" w:rsidP="006B7EB6" w:rsidRDefault="006B7EB6" w14:paraId="0AFE5EB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6B7EB6" w:rsidTr="006B7EB6" w14:paraId="3E9B5B31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  <w:hideMark/>
          </w:tcPr>
          <w:p w:rsidRPr="007C63F3" w:rsidR="006B7EB6" w:rsidP="006B7EB6" w:rsidRDefault="006B7EB6" w14:paraId="7EFDE3BC" w14:textId="4BDB6996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B3.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Pr="007C63F3" w:rsidR="006B7EB6" w:rsidP="006B7EB6" w:rsidRDefault="006B7EB6" w14:paraId="6D1694A9" w14:textId="297B4F7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instructor presented the information clearly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Pr="007C63F3" w:rsidR="006B7EB6" w:rsidP="006B7EB6" w:rsidRDefault="006B7EB6" w14:paraId="165210DB" w14:textId="5ACC185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655D65F7" w14:textId="62CD9E7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4B1DAEB7" w14:textId="0545EAB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4CC4713B" w14:textId="66495480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2738BA9A" w14:textId="263BA84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39" w:type="pct"/>
          </w:tcPr>
          <w:p w:rsidRPr="007C63F3" w:rsidR="006B7EB6" w:rsidP="006B7EB6" w:rsidRDefault="006B7EB6" w14:paraId="2369F50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6B7EB6" w:rsidTr="006B7EB6" w14:paraId="3F2F34CB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  <w:hideMark/>
          </w:tcPr>
          <w:p w:rsidRPr="007C63F3" w:rsidR="006B7EB6" w:rsidP="006B7EB6" w:rsidRDefault="006B7EB6" w14:paraId="69064908" w14:textId="177F362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B4.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Pr="007C63F3" w:rsidR="006B7EB6" w:rsidP="006B7EB6" w:rsidRDefault="006B7EB6" w14:paraId="312C96C4" w14:textId="7AA3986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instructor was responsive and encouraged class participation</w:t>
            </w:r>
          </w:p>
        </w:tc>
        <w:tc>
          <w:tcPr>
            <w:tcW w:w="250" w:type="pct"/>
            <w:shd w:val="clear" w:color="auto" w:fill="auto"/>
            <w:vAlign w:val="center"/>
            <w:hideMark/>
          </w:tcPr>
          <w:p w:rsidRPr="007C63F3" w:rsidR="006B7EB6" w:rsidP="006B7EB6" w:rsidRDefault="006B7EB6" w14:paraId="16A0B566" w14:textId="59B3E70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2E5BB584" w14:textId="65B3416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0F4F49EB" w14:textId="28E0CCE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6FD3825A" w14:textId="5322AF5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203CA990" w14:textId="74AE41A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39" w:type="pct"/>
          </w:tcPr>
          <w:p w:rsidRPr="007C63F3" w:rsidR="006B7EB6" w:rsidP="006B7EB6" w:rsidRDefault="006B7EB6" w14:paraId="00FDFFF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6B7EB6" w:rsidTr="006B7EB6" w14:paraId="183BF91D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64F05738" w14:textId="5C6922B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B5.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Pr="007C63F3" w:rsidR="006B7EB6" w:rsidP="006B7EB6" w:rsidRDefault="006B7EB6" w14:paraId="734EDD3A" w14:textId="38A6478F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materials were adapted to national context, when relevant.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Pr="007C63F3" w:rsidR="006B7EB6" w:rsidP="006B7EB6" w:rsidRDefault="006B7EB6" w14:paraId="3389EAC3" w14:textId="5C19665A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4D001BDF" w14:textId="55787E02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183A1C78" w14:textId="0A87017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0862F500" w14:textId="78504443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575DA677" w14:textId="3A57BF38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39" w:type="pct"/>
          </w:tcPr>
          <w:p w:rsidRPr="07C6B272" w:rsidR="006B7EB6" w:rsidP="006B7EB6" w:rsidRDefault="006B7EB6" w14:paraId="3E8B46AC" w14:textId="61F930C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>
              <w:rPr>
                <w:rFonts w:ascii="Franklin Gothic Book" w:hAnsi="Franklin Gothic Book" w:eastAsia="Times New Roman" w:cs="Arial"/>
                <w:lang w:eastAsia="en-GB"/>
              </w:rPr>
              <w:t>N/A</w:t>
            </w:r>
            <w:r>
              <w:rPr>
                <w:rStyle w:val="FootnoteReference"/>
                <w:rFonts w:ascii="Franklin Gothic Book" w:hAnsi="Franklin Gothic Book" w:eastAsia="Times New Roman" w:cs="Arial"/>
                <w:lang w:eastAsia="en-GB"/>
              </w:rPr>
              <w:footnoteReference w:id="2"/>
            </w:r>
          </w:p>
        </w:tc>
      </w:tr>
      <w:tr w:rsidRPr="007C63F3" w:rsidR="006B7EB6" w:rsidTr="006B7EB6" w14:paraId="231687C0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3BED309B" w14:textId="486547E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B6.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Pr="007C63F3" w:rsidR="006B7EB6" w:rsidP="006B7EB6" w:rsidRDefault="006B7EB6" w14:paraId="156E6E7F" w14:textId="57309CB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delivery methods used by the instructor were effective in facilitating learning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Pr="007C63F3" w:rsidR="006B7EB6" w:rsidP="006B7EB6" w:rsidRDefault="006B7EB6" w14:paraId="4891BCDA" w14:textId="534F8B0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1A06D250" w14:textId="2D94800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12BEF5BF" w14:textId="35005E2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42E65A15" w14:textId="6A285D7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1A1AAC3A" w14:textId="2997C9D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39" w:type="pct"/>
          </w:tcPr>
          <w:p w:rsidRPr="007C63F3" w:rsidR="006B7EB6" w:rsidP="006B7EB6" w:rsidRDefault="006B7EB6" w14:paraId="0AC5735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6B7EB6" w:rsidTr="006B7EB6" w14:paraId="13E16257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4F78BAC2" w14:textId="7084541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B7.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Pr="007C63F3" w:rsidR="006B7EB6" w:rsidP="006B7EB6" w:rsidRDefault="006B7EB6" w14:paraId="65A178B2" w14:textId="24AF1612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feedback provided by the instructor was constructive and helpful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Pr="007C63F3" w:rsidR="006B7EB6" w:rsidP="006B7EB6" w:rsidRDefault="006B7EB6" w14:paraId="7EA024CB" w14:textId="3F275536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60B081AC" w14:textId="62FCC81D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6E6B7C1F" w14:textId="1695F60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2C85ACE5" w14:textId="120C16D4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1F469BF2" w14:textId="74D483E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39" w:type="pct"/>
          </w:tcPr>
          <w:p w:rsidRPr="007C63F3" w:rsidR="006B7EB6" w:rsidP="006B7EB6" w:rsidRDefault="006B7EB6" w14:paraId="2E4DEA5F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6B7EB6" w:rsidTr="006B7EB6" w14:paraId="0783FF14" w14:textId="77777777">
        <w:trPr>
          <w:trHeight w:val="300"/>
        </w:trPr>
        <w:tc>
          <w:tcPr>
            <w:tcW w:w="186" w:type="pct"/>
            <w:shd w:val="clear" w:color="auto" w:fill="auto"/>
          </w:tcPr>
          <w:p w:rsidRPr="007C63F3" w:rsidR="006B7EB6" w:rsidP="006B7EB6" w:rsidRDefault="006B7EB6" w14:paraId="60E64075" w14:textId="1F99E04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B8. </w:t>
            </w:r>
          </w:p>
        </w:tc>
        <w:tc>
          <w:tcPr>
            <w:tcW w:w="3357" w:type="pct"/>
            <w:shd w:val="clear" w:color="auto" w:fill="auto"/>
            <w:vAlign w:val="center"/>
          </w:tcPr>
          <w:p w:rsidRPr="007C63F3" w:rsidR="006B7EB6" w:rsidP="006B7EB6" w:rsidRDefault="006B7EB6" w14:paraId="7C43AB8E" w14:textId="42EF4FC9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instructor created an environment conducive to learning and professional growth</w:t>
            </w:r>
          </w:p>
        </w:tc>
        <w:tc>
          <w:tcPr>
            <w:tcW w:w="250" w:type="pct"/>
            <w:shd w:val="clear" w:color="auto" w:fill="auto"/>
            <w:vAlign w:val="center"/>
          </w:tcPr>
          <w:p w:rsidRPr="007C63F3" w:rsidR="006B7EB6" w:rsidP="006B7EB6" w:rsidRDefault="006B7EB6" w14:paraId="4B196BBC" w14:textId="17D51A4C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2946DC99" w14:textId="655EA64E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1E899022" w14:textId="7B1EF039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1E6B24D2" w14:textId="6CF2BE81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0F70562C" w14:textId="3783482F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  <w:tc>
          <w:tcPr>
            <w:tcW w:w="239" w:type="pct"/>
          </w:tcPr>
          <w:p w:rsidRPr="007C63F3" w:rsidR="006B7EB6" w:rsidP="006B7EB6" w:rsidRDefault="006B7EB6" w14:paraId="24AA3694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6B7EB6" w:rsidTr="006B7EB6" w14:paraId="3ABA3CAF" w14:textId="77777777">
        <w:trPr>
          <w:trHeight w:val="300"/>
        </w:trPr>
        <w:tc>
          <w:tcPr>
            <w:tcW w:w="186" w:type="pct"/>
            <w:shd w:val="clear" w:color="auto" w:fill="auto"/>
          </w:tcPr>
          <w:p w:rsidRPr="007C63F3" w:rsidR="006B7EB6" w:rsidP="006B7EB6" w:rsidRDefault="006B7EB6" w14:paraId="5776C650" w14:textId="6D3DBE03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B9.</w:t>
            </w:r>
          </w:p>
        </w:tc>
        <w:tc>
          <w:tcPr>
            <w:tcW w:w="4814" w:type="pct"/>
            <w:gridSpan w:val="7"/>
          </w:tcPr>
          <w:p w:rsidR="006B7EB6" w:rsidP="006B7EB6" w:rsidRDefault="006B7EB6" w14:paraId="7127CDA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the instructor and his/her delivery </w:t>
            </w:r>
            <w:proofErr w:type="gramStart"/>
            <w:r w:rsidRPr="007C63F3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methods</w:t>
            </w:r>
            <w:proofErr w:type="gramEnd"/>
          </w:p>
          <w:p w:rsidR="006B7EB6" w:rsidP="006B7EB6" w:rsidRDefault="006B7EB6" w14:paraId="7A39F055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6B7EB6" w:rsidP="006B7EB6" w:rsidRDefault="006B7EB6" w14:paraId="3783AD82" w14:textId="18B1AC05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  <w:tr w:rsidRPr="007C63F3" w:rsidR="006B7EB6" w:rsidTr="00185944" w14:paraId="408690CC" w14:textId="77777777">
        <w:tc>
          <w:tcPr>
            <w:tcW w:w="5000" w:type="pct"/>
            <w:gridSpan w:val="8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F2F2F2" w:themeFill="background1" w:themeFillShade="F2"/>
          </w:tcPr>
          <w:p w:rsidRPr="00DC1A8F" w:rsidR="006B7EB6" w:rsidP="006B7EB6" w:rsidRDefault="006B7EB6" w14:paraId="1FD4C497" w14:textId="4FFD84AA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</w:pPr>
            <w:r w:rsidRPr="00DC1A8F">
              <w:rPr>
                <w:rFonts w:ascii="Franklin Gothic Book" w:hAnsi="Franklin Gothic Book" w:eastAsia="Times New Roman" w:cs="Arial"/>
                <w:b/>
                <w:bCs/>
                <w:color w:val="2F5496"/>
                <w:lang w:eastAsia="en-GB"/>
              </w:rPr>
              <w:t>C. One Health considerations</w:t>
            </w:r>
          </w:p>
        </w:tc>
      </w:tr>
      <w:tr w:rsidRPr="007C63F3" w:rsidR="006B7EB6" w:rsidTr="006B7EB6" w14:paraId="0922DFCB" w14:textId="77777777">
        <w:trPr>
          <w:trHeight w:val="300"/>
        </w:trPr>
        <w:tc>
          <w:tcPr>
            <w:tcW w:w="3793" w:type="pct"/>
            <w:gridSpan w:val="3"/>
            <w:shd w:val="clear" w:color="auto" w:fill="auto"/>
            <w:hideMark/>
          </w:tcPr>
          <w:p w:rsidRPr="007C63F3" w:rsidR="006B7EB6" w:rsidP="006B7EB6" w:rsidRDefault="006B7EB6" w14:paraId="056DC7F1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lastRenderedPageBreak/>
              <w:t>Statement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</w:tc>
        <w:tc>
          <w:tcPr>
            <w:tcW w:w="1207" w:type="pct"/>
            <w:gridSpan w:val="5"/>
            <w:shd w:val="clear" w:color="auto" w:fill="auto"/>
            <w:vAlign w:val="center"/>
            <w:hideMark/>
          </w:tcPr>
          <w:p w:rsidRPr="007C63F3" w:rsidR="006B7EB6" w:rsidP="006B7EB6" w:rsidRDefault="006B7EB6" w14:paraId="5F9C1641" w14:textId="77777777">
            <w:pPr>
              <w:spacing w:before="40" w:after="40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sz w:val="24"/>
                <w:szCs w:val="24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  <w:t>Score</w:t>
            </w: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 </w:t>
            </w:r>
          </w:p>
          <w:p w:rsidRPr="3BDA6740" w:rsidR="006B7EB6" w:rsidDel="00D2454A" w:rsidP="006B7EB6" w:rsidRDefault="006B7EB6" w14:paraId="020EB42D" w14:textId="77777777">
            <w:pPr>
              <w:spacing w:before="0" w:after="0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b/>
                <w:bCs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1: Strongly disagree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--&gt;</w:t>
            </w:r>
            <w:r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 xml:space="preserve">    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 Strongly</w:t>
            </w:r>
            <w:r w:rsidRPr="007C63F3">
              <w:rPr>
                <w:rFonts w:ascii="Franklin Gothic Book" w:hAnsi="Franklin Gothic Book" w:eastAsia="Times New Roman" w:cs="Arial"/>
                <w:b/>
                <w:bCs/>
                <w:sz w:val="18"/>
                <w:szCs w:val="18"/>
                <w:lang w:eastAsia="en-GB"/>
              </w:rPr>
              <w:t xml:space="preserve"> </w:t>
            </w:r>
            <w:r w:rsidRPr="007C63F3">
              <w:rPr>
                <w:rFonts w:ascii="Franklin Gothic Book" w:hAnsi="Franklin Gothic Book" w:eastAsia="Times New Roman" w:cs="Arial"/>
                <w:sz w:val="18"/>
                <w:szCs w:val="18"/>
                <w:lang w:eastAsia="en-GB"/>
              </w:rPr>
              <w:t>agree: 5</w:t>
            </w:r>
          </w:p>
        </w:tc>
      </w:tr>
      <w:tr w:rsidRPr="007C63F3" w:rsidR="006B7EB6" w:rsidTr="006B7EB6" w14:paraId="0855D69C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7C2A8EE6" w14:textId="251F531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C1. </w:t>
            </w:r>
          </w:p>
        </w:tc>
        <w:tc>
          <w:tcPr>
            <w:tcW w:w="3607" w:type="pct"/>
            <w:gridSpan w:val="2"/>
            <w:shd w:val="clear" w:color="auto" w:fill="auto"/>
            <w:vAlign w:val="center"/>
          </w:tcPr>
          <w:p w:rsidRPr="007C63F3" w:rsidR="006B7EB6" w:rsidP="006B7EB6" w:rsidRDefault="006B7EB6" w14:paraId="07B915C7" w14:textId="3DC2ED4C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programme content sufficiently reflected the One Health perspective, including human, animal, and environmental health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62852F7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2A7A963D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3BE269DE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Pr="007C63F3" w:rsidR="006B7EB6" w:rsidP="006B7EB6" w:rsidRDefault="006B7EB6" w14:paraId="78043CF7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Pr="007C63F3" w:rsidR="006B7EB6" w:rsidP="006B7EB6" w:rsidRDefault="006B7EB6" w14:paraId="55A3CF55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6B7EB6" w:rsidTr="006B7EB6" w14:paraId="5594465E" w14:textId="77777777">
        <w:trPr>
          <w:trHeight w:val="300"/>
        </w:trPr>
        <w:tc>
          <w:tcPr>
            <w:tcW w:w="186" w:type="pct"/>
            <w:shd w:val="clear" w:color="auto" w:fill="auto"/>
            <w:vAlign w:val="center"/>
          </w:tcPr>
          <w:p w:rsidRPr="007C63F3" w:rsidR="006B7EB6" w:rsidP="006B7EB6" w:rsidRDefault="006B7EB6" w14:paraId="6016D345" w14:textId="7A165DF0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C2. </w:t>
            </w:r>
          </w:p>
        </w:tc>
        <w:tc>
          <w:tcPr>
            <w:tcW w:w="3607" w:type="pct"/>
            <w:gridSpan w:val="2"/>
            <w:shd w:val="clear" w:color="auto" w:fill="auto"/>
            <w:vAlign w:val="center"/>
          </w:tcPr>
          <w:p w:rsidRPr="007C63F3" w:rsidR="006B7EB6" w:rsidP="006B7EB6" w:rsidRDefault="006B7EB6" w14:paraId="66B3EB89" w14:textId="471EBE84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The module included relevant examples from human, animal, and environmental health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1F5FCF1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1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3997B96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2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0CAFC842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3</w:t>
            </w:r>
          </w:p>
        </w:tc>
        <w:tc>
          <w:tcPr>
            <w:tcW w:w="242" w:type="pct"/>
            <w:shd w:val="clear" w:color="auto" w:fill="auto"/>
            <w:vAlign w:val="center"/>
          </w:tcPr>
          <w:p w:rsidRPr="007C63F3" w:rsidR="006B7EB6" w:rsidP="006B7EB6" w:rsidRDefault="006B7EB6" w14:paraId="4EA255C8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Pr="007C63F3" w:rsidR="006B7EB6" w:rsidP="006B7EB6" w:rsidRDefault="006B7EB6" w14:paraId="44C1B046" w14:textId="77777777">
            <w:pPr>
              <w:spacing w:before="100" w:beforeAutospacing="1" w:after="100" w:afterAutospacing="1" w:line="240" w:lineRule="auto"/>
              <w:jc w:val="center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5</w:t>
            </w:r>
          </w:p>
        </w:tc>
      </w:tr>
      <w:tr w:rsidRPr="007C63F3" w:rsidR="006B7EB6" w:rsidTr="006B7EB6" w14:paraId="0D137902" w14:textId="7777777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rPr>
          <w:trHeight w:val="300"/>
        </w:trPr>
        <w:tc>
          <w:tcPr>
            <w:tcW w:w="186" w:type="pct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  <w:shd w:val="clear" w:color="auto" w:fill="auto"/>
          </w:tcPr>
          <w:p w:rsidRPr="007C63F3" w:rsidR="006B7EB6" w:rsidP="006B7EB6" w:rsidRDefault="006B7EB6" w14:paraId="345C754B" w14:textId="1272D061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lang w:eastAsia="en-GB"/>
              </w:rPr>
              <w:t>C3. </w:t>
            </w:r>
          </w:p>
        </w:tc>
        <w:tc>
          <w:tcPr>
            <w:tcW w:w="4814" w:type="pct"/>
            <w:gridSpan w:val="7"/>
            <w:tcBorders>
              <w:top w:val="single" w:color="808080" w:themeColor="background1" w:themeShade="80" w:sz="6" w:space="0"/>
              <w:left w:val="single" w:color="808080" w:themeColor="background1" w:themeShade="80" w:sz="6" w:space="0"/>
              <w:bottom w:val="single" w:color="808080" w:themeColor="background1" w:themeShade="80" w:sz="6" w:space="0"/>
              <w:right w:val="single" w:color="808080" w:themeColor="background1" w:themeShade="80" w:sz="6" w:space="0"/>
            </w:tcBorders>
          </w:tcPr>
          <w:p w:rsidR="006B7EB6" w:rsidP="006B7EB6" w:rsidRDefault="006B7EB6" w14:paraId="59B0C6CC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</w:pPr>
            <w:r w:rsidRPr="007C63F3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 xml:space="preserve">Other remarks related to One health </w:t>
            </w:r>
            <w:proofErr w:type="gramStart"/>
            <w:r w:rsidRPr="007C63F3">
              <w:rPr>
                <w:rFonts w:ascii="Franklin Gothic Book" w:hAnsi="Franklin Gothic Book" w:eastAsia="Times New Roman" w:cs="Arial"/>
                <w:i/>
                <w:iCs/>
                <w:lang w:eastAsia="en-GB"/>
              </w:rPr>
              <w:t>considerations</w:t>
            </w:r>
            <w:proofErr w:type="gramEnd"/>
          </w:p>
          <w:p w:rsidR="006B7EB6" w:rsidP="006B7EB6" w:rsidRDefault="006B7EB6" w14:paraId="6DC75B5F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  <w:p w:rsidRPr="00D85A31" w:rsidR="006B7EB6" w:rsidP="006B7EB6" w:rsidRDefault="006B7EB6" w14:paraId="5AA5289A" w14:textId="77777777">
            <w:pPr>
              <w:spacing w:before="100" w:beforeAutospacing="1" w:after="100" w:afterAutospacing="1" w:line="240" w:lineRule="auto"/>
              <w:jc w:val="left"/>
              <w:textAlignment w:val="baseline"/>
              <w:rPr>
                <w:rFonts w:ascii="Franklin Gothic Book" w:hAnsi="Franklin Gothic Book" w:eastAsia="Times New Roman" w:cs="Arial"/>
                <w:lang w:eastAsia="en-GB"/>
              </w:rPr>
            </w:pPr>
          </w:p>
        </w:tc>
      </w:tr>
    </w:tbl>
    <w:p w:rsidRPr="007C63F3" w:rsidR="008346FA" w:rsidP="00807C34" w:rsidRDefault="008346FA" w14:paraId="2F894A62" w14:textId="77777777">
      <w:pPr>
        <w:rPr>
          <w:rFonts w:ascii="Franklin Gothic Book" w:hAnsi="Franklin Gothic Book"/>
        </w:rPr>
      </w:pPr>
    </w:p>
    <w:tbl>
      <w:tblPr>
        <w:tblStyle w:val="TableGrid"/>
        <w:tblW w:w="14845" w:type="dxa"/>
        <w:tblBorders>
          <w:top w:val="single" w:color="808080" w:themeColor="background1" w:themeShade="80" w:sz="4" w:space="0"/>
          <w:left w:val="single" w:color="808080" w:themeColor="background1" w:themeShade="80" w:sz="4" w:space="0"/>
          <w:bottom w:val="single" w:color="808080" w:themeColor="background1" w:themeShade="80" w:sz="4" w:space="0"/>
          <w:right w:val="single" w:color="808080" w:themeColor="background1" w:themeShade="80" w:sz="4" w:space="0"/>
          <w:insideH w:val="single" w:color="808080" w:themeColor="background1" w:themeShade="80" w:sz="4" w:space="0"/>
          <w:insideV w:val="single" w:color="808080" w:themeColor="background1" w:themeShade="80" w:sz="4" w:space="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4845"/>
      </w:tblGrid>
      <w:tr w:rsidRPr="007C63F3" w:rsidR="005068C7" w:rsidTr="00167C6A" w14:paraId="367FA0FE" w14:textId="77777777">
        <w:tc>
          <w:tcPr>
            <w:tcW w:w="14845" w:type="dxa"/>
          </w:tcPr>
          <w:p w:rsidRPr="007C63F3" w:rsidR="005068C7" w:rsidP="00807C34" w:rsidRDefault="000D3FE9" w14:paraId="3C7C478A" w14:textId="5692EEE9">
            <w:pPr>
              <w:rPr>
                <w:rFonts w:ascii="Franklin Gothic Book" w:hAnsi="Franklin Gothic Book"/>
              </w:rPr>
            </w:pPr>
            <w:r w:rsidRPr="007C63F3">
              <w:rPr>
                <w:rFonts w:ascii="Franklin Gothic Book" w:hAnsi="Franklin Gothic Book"/>
              </w:rPr>
              <w:t>D1</w:t>
            </w:r>
            <w:r w:rsidRPr="007C63F3" w:rsidR="0019052F">
              <w:rPr>
                <w:rFonts w:ascii="Franklin Gothic Book" w:hAnsi="Franklin Gothic Book"/>
              </w:rPr>
              <w:t>.</w:t>
            </w:r>
            <w:r w:rsidRPr="007C63F3" w:rsidR="005068C7">
              <w:rPr>
                <w:rFonts w:ascii="Franklin Gothic Book" w:hAnsi="Franklin Gothic Book"/>
              </w:rPr>
              <w:t xml:space="preserve"> What other feedback do you have regarding this module?</w:t>
            </w:r>
          </w:p>
          <w:p w:rsidRPr="007C63F3" w:rsidR="002F6808" w:rsidP="00807C34" w:rsidRDefault="002F6808" w14:paraId="28EA1ACD" w14:textId="77777777">
            <w:pPr>
              <w:rPr>
                <w:rFonts w:ascii="Franklin Gothic Book" w:hAnsi="Franklin Gothic Book"/>
              </w:rPr>
            </w:pPr>
          </w:p>
          <w:p w:rsidRPr="007C63F3" w:rsidR="002F6808" w:rsidP="00807C34" w:rsidRDefault="002F6808" w14:paraId="07828D9E" w14:textId="4F4FAE5F">
            <w:pPr>
              <w:rPr>
                <w:rFonts w:ascii="Franklin Gothic Book" w:hAnsi="Franklin Gothic Book"/>
              </w:rPr>
            </w:pPr>
          </w:p>
        </w:tc>
      </w:tr>
    </w:tbl>
    <w:p w:rsidRPr="007C63F3" w:rsidR="002F6808" w:rsidP="46261C70" w:rsidRDefault="002F6808" w14:paraId="535457C7" w14:textId="5F8B6C33">
      <w:pPr>
        <w:rPr>
          <w:rFonts w:ascii="Franklin Gothic Book" w:hAnsi="Franklin Gothic Book" w:cs="Calibri" w:cstheme="minorAscii"/>
          <w:b w:val="1"/>
          <w:bCs w:val="1"/>
          <w:i w:val="1"/>
          <w:iCs w:val="1"/>
        </w:rPr>
      </w:pPr>
      <w:r w:rsidRPr="46261C70" w:rsidR="002F6808">
        <w:rPr>
          <w:rFonts w:ascii="Franklin Gothic Book" w:hAnsi="Franklin Gothic Book" w:cs="Calibri" w:cstheme="minorAscii"/>
          <w:b w:val="1"/>
          <w:bCs w:val="1"/>
          <w:i w:val="1"/>
          <w:iCs w:val="1"/>
        </w:rPr>
        <w:t>Thank you for taking the time to complete this questionnaire!</w:t>
      </w:r>
      <w:r w:rsidRPr="46261C70" w:rsidR="0F49E122">
        <w:rPr>
          <w:rFonts w:ascii="Franklin Gothic Book" w:hAnsi="Franklin Gothic Book" w:cs="Calibri" w:cstheme="minorAscii"/>
          <w:b w:val="1"/>
          <w:bCs w:val="1"/>
          <w:i w:val="1"/>
          <w:iCs w:val="1"/>
        </w:rPr>
        <w:t xml:space="preserve"> Your feedback helps us improve the programme.</w:t>
      </w:r>
    </w:p>
    <w:sectPr w:rsidRPr="007C63F3" w:rsidR="002F6808" w:rsidSect="00C847F4">
      <w:headerReference w:type="default" r:id="rId11"/>
      <w:footerReference w:type="default" r:id="rId12"/>
      <w:footerReference w:type="first" r:id="rId13"/>
      <w:pgSz w:w="16838" w:h="11906" w:orient="landscape"/>
      <w:pgMar w:top="993" w:right="993" w:bottom="1417" w:left="1135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949BA" w:rsidP="004F624B" w:rsidRDefault="00E949BA" w14:paraId="400ABE89" w14:textId="77777777">
      <w:pPr>
        <w:spacing w:after="0" w:line="240" w:lineRule="auto"/>
      </w:pPr>
      <w:r>
        <w:separator/>
      </w:r>
    </w:p>
  </w:endnote>
  <w:endnote w:type="continuationSeparator" w:id="0">
    <w:p w:rsidR="00E949BA" w:rsidP="004F624B" w:rsidRDefault="00E949BA" w14:paraId="6459B217" w14:textId="77777777">
      <w:pPr>
        <w:spacing w:after="0" w:line="240" w:lineRule="auto"/>
      </w:pPr>
      <w:r>
        <w:continuationSeparator/>
      </w:r>
    </w:p>
  </w:endnote>
  <w:endnote w:type="continuationNotice" w:id="1">
    <w:p w:rsidR="00E949BA" w:rsidRDefault="00E949BA" w14:paraId="2FD34329" w14:textId="77777777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Pr="003000BA" w:rsidR="00FD56E6" w:rsidP="5A321534" w:rsidRDefault="00A673F5" w14:paraId="482F11EE" w14:textId="20EDF30F">
    <w:pPr>
      <w:pStyle w:val="Footer"/>
      <w:pBdr>
        <w:top w:val="single" w:color="808080" w:themeColor="background1" w:themeShade="80" w:sz="6" w:space="0"/>
      </w:pBdr>
      <w:rPr>
        <w:sz w:val="20"/>
        <w:szCs w:val="20"/>
      </w:rPr>
    </w:pPr>
    <w:r w:rsidRPr="5A321534" w:rsidR="5A321534">
      <w:rPr>
        <w:sz w:val="20"/>
        <w:szCs w:val="20"/>
      </w:rPr>
      <w:t xml:space="preserve">Participant </w:t>
    </w:r>
    <w:r w:rsidRPr="5A321534" w:rsidR="5A321534">
      <w:rPr>
        <w:sz w:val="20"/>
        <w:szCs w:val="20"/>
      </w:rPr>
      <w:t>M</w:t>
    </w:r>
    <w:r w:rsidRPr="5A321534" w:rsidR="5A321534">
      <w:rPr>
        <w:sz w:val="20"/>
        <w:szCs w:val="20"/>
      </w:rPr>
      <w:t>odule</w:t>
    </w:r>
    <w:r w:rsidRPr="5A321534" w:rsidR="5A321534">
      <w:rPr>
        <w:sz w:val="20"/>
        <w:szCs w:val="20"/>
      </w:rPr>
      <w:t xml:space="preserve"> Evaluation Form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Pr="5A321534">
      <w:rPr>
        <w:noProof/>
        <w:sz w:val="20"/>
        <w:szCs w:val="20"/>
      </w:rPr>
      <w:fldChar w:fldCharType="begin"/>
    </w:r>
    <w:r w:rsidRPr="5A321534">
      <w:rPr>
        <w:sz w:val="20"/>
        <w:szCs w:val="20"/>
      </w:rPr>
      <w:instrText xml:space="preserve"> PAGE   \* MERGEFORMAT </w:instrText>
    </w:r>
    <w:r w:rsidRPr="5A321534">
      <w:rPr>
        <w:sz w:val="20"/>
        <w:szCs w:val="20"/>
      </w:rPr>
      <w:fldChar w:fldCharType="separate"/>
    </w:r>
    <w:r w:rsidRPr="5A321534" w:rsidR="5A321534">
      <w:rPr>
        <w:noProof/>
        <w:sz w:val="20"/>
        <w:szCs w:val="20"/>
      </w:rPr>
      <w:t>1</w:t>
    </w:r>
    <w:r w:rsidRPr="5A321534">
      <w:rPr>
        <w:noProof/>
        <w:sz w:val="20"/>
        <w:szCs w:val="20"/>
      </w:rPr>
      <w:fldChar w:fldCharType="end"/>
    </w:r>
    <w:r w:rsidRPr="5A321534" w:rsidR="5A321534">
      <w:rPr>
        <w:sz w:val="20"/>
        <w:szCs w:val="20"/>
      </w:rPr>
      <w:t>/</w:t>
    </w:r>
    <w:r w:rsidRPr="5A321534">
      <w:rPr>
        <w:noProof/>
        <w:sz w:val="20"/>
        <w:szCs w:val="20"/>
      </w:rPr>
      <w:fldChar w:fldCharType="begin"/>
    </w:r>
    <w:r w:rsidRPr="5A321534">
      <w:rPr>
        <w:sz w:val="20"/>
        <w:szCs w:val="20"/>
      </w:rPr>
      <w:instrText xml:space="preserve"> NUMPAGES   \* MERGEFORMAT </w:instrText>
    </w:r>
    <w:r w:rsidRPr="5A321534">
      <w:rPr>
        <w:sz w:val="20"/>
        <w:szCs w:val="20"/>
      </w:rPr>
      <w:fldChar w:fldCharType="separate"/>
    </w:r>
    <w:r w:rsidRPr="5A321534" w:rsidR="5A321534">
      <w:rPr>
        <w:noProof/>
        <w:sz w:val="20"/>
        <w:szCs w:val="20"/>
      </w:rPr>
      <w:t>1</w:t>
    </w:r>
    <w:r w:rsidRPr="5A321534">
      <w:rPr>
        <w:noProof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808080" w:themeColor="background1" w:themeShade="80"/>
      </w:rPr>
      <w:id w:val="-599265545"/>
      <w:docPartObj>
        <w:docPartGallery w:val="Page Numbers (Top of Page)"/>
        <w:docPartUnique/>
      </w:docPartObj>
    </w:sdtPr>
    <w:sdtEndPr>
      <w:rPr>
        <w:color w:val="808080" w:themeColor="background1" w:themeTint="FF" w:themeShade="80"/>
      </w:rPr>
    </w:sdtEndPr>
    <w:sdtContent>
      <w:p w:rsidRPr="003A0DFF" w:rsidR="00FD56E6" w:rsidP="003A0DFF" w:rsidRDefault="00FD56E6" w14:paraId="4AC0696C" w14:textId="77777777">
        <w:pPr>
          <w:pStyle w:val="Header"/>
          <w:jc w:val="right"/>
          <w:rPr>
            <w:color w:val="808080" w:themeColor="background1" w:themeShade="80"/>
          </w:rPr>
        </w:pPr>
        <w:r w:rsidRPr="003A0DFF">
          <w:rPr>
            <w:color w:val="808080" w:themeColor="background1" w:themeShade="80"/>
          </w:rPr>
          <w:t xml:space="preserve">Page | </w:t>
        </w:r>
        <w:r w:rsidRPr="003A0DFF">
          <w:rPr>
            <w:b/>
            <w:color w:val="808080" w:themeColor="background1" w:themeShade="80"/>
          </w:rPr>
          <w:fldChar w:fldCharType="begin"/>
        </w:r>
        <w:r w:rsidRPr="003A0DFF">
          <w:rPr>
            <w:b/>
            <w:color w:val="808080" w:themeColor="background1" w:themeShade="80"/>
          </w:rPr>
          <w:instrText xml:space="preserve"> PAGE   \* MERGEFORMAT </w:instrText>
        </w:r>
        <w:r w:rsidRPr="003A0DFF"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 w:rsidRPr="003A0DFF">
          <w:rPr>
            <w:b/>
            <w:color w:val="808080" w:themeColor="background1" w:themeShade="80"/>
          </w:rPr>
          <w:fldChar w:fldCharType="end"/>
        </w:r>
        <w:r>
          <w:rPr>
            <w:b/>
            <w:color w:val="808080" w:themeColor="background1" w:themeShade="80"/>
          </w:rPr>
          <w:t>/</w:t>
        </w:r>
        <w:r>
          <w:rPr>
            <w:b/>
            <w:color w:val="808080" w:themeColor="background1" w:themeShade="80"/>
          </w:rPr>
          <w:fldChar w:fldCharType="begin"/>
        </w:r>
        <w:r>
          <w:rPr>
            <w:b/>
            <w:color w:val="808080" w:themeColor="background1" w:themeShade="80"/>
          </w:rPr>
          <w:instrText xml:space="preserve"> NUMPAGES   \* MERGEFORMAT </w:instrText>
        </w:r>
        <w:r>
          <w:rPr>
            <w:b/>
            <w:color w:val="808080" w:themeColor="background1" w:themeShade="80"/>
          </w:rPr>
          <w:fldChar w:fldCharType="separate"/>
        </w:r>
        <w:r>
          <w:rPr>
            <w:b/>
            <w:noProof/>
            <w:color w:val="808080" w:themeColor="background1" w:themeShade="80"/>
          </w:rPr>
          <w:t>1</w:t>
        </w:r>
        <w:r>
          <w:rPr>
            <w:b/>
            <w:color w:val="808080" w:themeColor="background1" w:themeShade="8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949BA" w:rsidP="004F624B" w:rsidRDefault="00E949BA" w14:paraId="58EA869A" w14:textId="77777777">
      <w:pPr>
        <w:spacing w:after="0" w:line="240" w:lineRule="auto"/>
      </w:pPr>
      <w:r>
        <w:separator/>
      </w:r>
    </w:p>
  </w:footnote>
  <w:footnote w:type="continuationSeparator" w:id="0">
    <w:p w:rsidR="00E949BA" w:rsidP="004F624B" w:rsidRDefault="00E949BA" w14:paraId="3B6BC036" w14:textId="77777777">
      <w:pPr>
        <w:spacing w:after="0" w:line="240" w:lineRule="auto"/>
      </w:pPr>
      <w:r>
        <w:continuationSeparator/>
      </w:r>
    </w:p>
  </w:footnote>
  <w:footnote w:type="continuationNotice" w:id="1">
    <w:p w:rsidR="00E949BA" w:rsidRDefault="00E949BA" w14:paraId="7E810DB6" w14:textId="77777777">
      <w:pPr>
        <w:spacing w:before="0" w:after="0" w:line="240" w:lineRule="auto"/>
      </w:pPr>
    </w:p>
  </w:footnote>
  <w:footnote w:id="2">
    <w:p w:rsidRPr="00AE2AA7" w:rsidR="006B7EB6" w:rsidRDefault="006B7EB6" w14:paraId="2FD209F5" w14:textId="7665B1C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Not applicable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7E3AC0" w:rsidR="00FD56E6" w:rsidP="0088145C" w:rsidRDefault="007C63F3" w14:paraId="16CF2170" w14:textId="0D998EDF">
    <w:pPr>
      <w:pStyle w:val="Header"/>
      <w:pBdr>
        <w:top w:val="none" w:color="auto" w:sz="0" w:space="0"/>
      </w:pBdr>
      <w:jc w:val="right"/>
    </w:pPr>
    <w:r>
      <w:rPr>
        <w:noProof/>
      </w:rPr>
      <w:drawing>
        <wp:inline distT="0" distB="0" distL="0" distR="0" wp14:anchorId="570AC678" wp14:editId="536CD20B">
          <wp:extent cx="1852295" cy="274955"/>
          <wp:effectExtent l="0" t="0" r="0" b="0"/>
          <wp:docPr id="2052648669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52648669" name="Picture 2" descr="A close up of a logo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2295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7C8BE3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E41F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0444D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B42C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BBCFAC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B96E37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49824D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9A2881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DE784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E1E9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123A72A1"/>
    <w:multiLevelType w:val="hybridMultilevel"/>
    <w:tmpl w:val="C1CE7AA4"/>
    <w:lvl w:ilvl="0" w:tplc="D72EB2E0">
      <w:start w:val="1"/>
      <w:numFmt w:val="upperLetter"/>
      <w:lvlText w:val="%1."/>
      <w:lvlJc w:val="left"/>
      <w:pPr>
        <w:ind w:left="720" w:hanging="360"/>
      </w:pPr>
      <w:rPr>
        <w:rFonts w:hint="default" w:ascii="Calibri Light" w:hAnsi="Calibri Light" w:cs="Calibri Light"/>
        <w:sz w:val="26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B60BA7"/>
    <w:multiLevelType w:val="multilevel"/>
    <w:tmpl w:val="ED36B5BC"/>
    <w:numStyleLink w:val="ListBullets"/>
  </w:abstractNum>
  <w:abstractNum w:abstractNumId="12" w15:restartNumberingAfterBreak="0">
    <w:nsid w:val="23384B96"/>
    <w:multiLevelType w:val="hybridMultilevel"/>
    <w:tmpl w:val="000886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253B0818"/>
    <w:multiLevelType w:val="multilevel"/>
    <w:tmpl w:val="ED36B5BC"/>
    <w:numStyleLink w:val="ListBullets"/>
  </w:abstractNum>
  <w:abstractNum w:abstractNumId="14" w15:restartNumberingAfterBreak="0">
    <w:nsid w:val="35303360"/>
    <w:multiLevelType w:val="multilevel"/>
    <w:tmpl w:val="ED36B5BC"/>
    <w:numStyleLink w:val="ListBullets"/>
  </w:abstractNum>
  <w:abstractNum w:abstractNumId="15" w15:restartNumberingAfterBreak="0">
    <w:nsid w:val="3AB151A3"/>
    <w:multiLevelType w:val="hybridMultilevel"/>
    <w:tmpl w:val="572A5F00"/>
    <w:lvl w:ilvl="0" w:tplc="2D6CEDEE">
      <w:start w:val="1"/>
      <w:numFmt w:val="decimal"/>
      <w:pStyle w:val="titreTableau"/>
      <w:lvlText w:val="Table %1. 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D83EB1"/>
    <w:multiLevelType w:val="hybridMultilevel"/>
    <w:tmpl w:val="034277F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F86302F"/>
    <w:multiLevelType w:val="hybridMultilevel"/>
    <w:tmpl w:val="8D429A1A"/>
    <w:lvl w:ilvl="0" w:tplc="04090001">
      <w:start w:val="1"/>
      <w:numFmt w:val="bullet"/>
      <w:lvlText w:val=""/>
      <w:lvlJc w:val="left"/>
      <w:pPr>
        <w:ind w:left="1429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 w15:restartNumberingAfterBreak="0">
    <w:nsid w:val="3FD932B0"/>
    <w:multiLevelType w:val="hybridMultilevel"/>
    <w:tmpl w:val="73DE76A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48FB1565"/>
    <w:multiLevelType w:val="hybridMultilevel"/>
    <w:tmpl w:val="088067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5286268E"/>
    <w:multiLevelType w:val="multilevel"/>
    <w:tmpl w:val="ED36B5BC"/>
    <w:styleLink w:val="ListBullets"/>
    <w:lvl w:ilvl="0">
      <w:start w:val="1"/>
      <w:numFmt w:val="bullet"/>
      <w:lvlText w:val="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/>
      </w:rPr>
    </w:lvl>
    <w:lvl w:ilvl="2">
      <w:start w:val="1"/>
      <w:numFmt w:val="bullet"/>
      <w:lvlText w:val=""/>
      <w:lvlJc w:val="left"/>
      <w:pPr>
        <w:ind w:left="1080" w:hanging="360"/>
      </w:pPr>
      <w:rPr>
        <w:rFonts w:hint="default" w:ascii="Symbol" w:hAnsi="Symbol"/>
        <w:color w:val="auto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66B010F"/>
    <w:multiLevelType w:val="multilevel"/>
    <w:tmpl w:val="ED36B5BC"/>
    <w:numStyleLink w:val="ListBullets"/>
  </w:abstractNum>
  <w:abstractNum w:abstractNumId="22" w15:restartNumberingAfterBreak="0">
    <w:nsid w:val="5B3B3E2A"/>
    <w:multiLevelType w:val="hybridMultilevel"/>
    <w:tmpl w:val="048A62DC"/>
    <w:lvl w:ilvl="0" w:tplc="AD563D3C">
      <w:start w:val="1"/>
      <w:numFmt w:val="bullet"/>
      <w:lvlText w:val=""/>
      <w:lvlJc w:val="left"/>
      <w:pPr>
        <w:ind w:left="2149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869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589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4309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5029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749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469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7189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909" w:hanging="360"/>
      </w:pPr>
      <w:rPr>
        <w:rFonts w:hint="default" w:ascii="Wingdings" w:hAnsi="Wingdings"/>
      </w:rPr>
    </w:lvl>
  </w:abstractNum>
  <w:abstractNum w:abstractNumId="23" w15:restartNumberingAfterBreak="0">
    <w:nsid w:val="5C2410DD"/>
    <w:multiLevelType w:val="hybridMultilevel"/>
    <w:tmpl w:val="33F828B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6CC91FE3"/>
    <w:multiLevelType w:val="multilevel"/>
    <w:tmpl w:val="ED36B5BC"/>
    <w:numStyleLink w:val="ListBullets"/>
  </w:abstractNum>
  <w:abstractNum w:abstractNumId="25" w15:restartNumberingAfterBreak="0">
    <w:nsid w:val="70541F2A"/>
    <w:multiLevelType w:val="multilevel"/>
    <w:tmpl w:val="040C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1B9170D"/>
    <w:multiLevelType w:val="hybridMultilevel"/>
    <w:tmpl w:val="F0047254"/>
    <w:lvl w:ilvl="0" w:tplc="54581BE8">
      <w:start w:val="1"/>
      <w:numFmt w:val="decimal"/>
      <w:pStyle w:val="titreFigure"/>
      <w:lvlText w:val="Figur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1100E1"/>
    <w:multiLevelType w:val="hybridMultilevel"/>
    <w:tmpl w:val="4E30ED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835E4D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042167678">
    <w:abstractNumId w:val="25"/>
  </w:num>
  <w:num w:numId="2" w16cid:durableId="292373774">
    <w:abstractNumId w:val="8"/>
  </w:num>
  <w:num w:numId="3" w16cid:durableId="436144099">
    <w:abstractNumId w:val="3"/>
  </w:num>
  <w:num w:numId="4" w16cid:durableId="1116604634">
    <w:abstractNumId w:val="2"/>
  </w:num>
  <w:num w:numId="5" w16cid:durableId="2089375647">
    <w:abstractNumId w:val="1"/>
  </w:num>
  <w:num w:numId="6" w16cid:durableId="1483811879">
    <w:abstractNumId w:val="0"/>
  </w:num>
  <w:num w:numId="7" w16cid:durableId="1436901768">
    <w:abstractNumId w:val="9"/>
  </w:num>
  <w:num w:numId="8" w16cid:durableId="416296025">
    <w:abstractNumId w:val="7"/>
  </w:num>
  <w:num w:numId="9" w16cid:durableId="68189424">
    <w:abstractNumId w:val="6"/>
  </w:num>
  <w:num w:numId="10" w16cid:durableId="2140872938">
    <w:abstractNumId w:val="5"/>
  </w:num>
  <w:num w:numId="11" w16cid:durableId="1885095294">
    <w:abstractNumId w:val="4"/>
  </w:num>
  <w:num w:numId="12" w16cid:durableId="35470398">
    <w:abstractNumId w:val="15"/>
  </w:num>
  <w:num w:numId="13" w16cid:durableId="1018507655">
    <w:abstractNumId w:val="26"/>
  </w:num>
  <w:num w:numId="14" w16cid:durableId="760830277">
    <w:abstractNumId w:val="17"/>
  </w:num>
  <w:num w:numId="15" w16cid:durableId="923804105">
    <w:abstractNumId w:val="22"/>
  </w:num>
  <w:num w:numId="16" w16cid:durableId="19518891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4171709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7507304">
    <w:abstractNumId w:val="16"/>
  </w:num>
  <w:num w:numId="19" w16cid:durableId="726221767">
    <w:abstractNumId w:val="18"/>
  </w:num>
  <w:num w:numId="20" w16cid:durableId="1742367653">
    <w:abstractNumId w:val="12"/>
  </w:num>
  <w:num w:numId="21" w16cid:durableId="1221095501">
    <w:abstractNumId w:val="23"/>
  </w:num>
  <w:num w:numId="22" w16cid:durableId="1080983158">
    <w:abstractNumId w:val="19"/>
  </w:num>
  <w:num w:numId="23" w16cid:durableId="1231959076">
    <w:abstractNumId w:val="28"/>
  </w:num>
  <w:num w:numId="24" w16cid:durableId="531578293">
    <w:abstractNumId w:val="20"/>
  </w:num>
  <w:num w:numId="25" w16cid:durableId="464389808">
    <w:abstractNumId w:val="24"/>
  </w:num>
  <w:num w:numId="26" w16cid:durableId="110827989">
    <w:abstractNumId w:val="21"/>
  </w:num>
  <w:num w:numId="27" w16cid:durableId="279460618">
    <w:abstractNumId w:val="11"/>
  </w:num>
  <w:num w:numId="28" w16cid:durableId="1072041100">
    <w:abstractNumId w:val="13"/>
  </w:num>
  <w:num w:numId="29" w16cid:durableId="850023322">
    <w:abstractNumId w:val="14"/>
  </w:num>
  <w:num w:numId="30" w16cid:durableId="77363033">
    <w:abstractNumId w:val="10"/>
  </w:num>
  <w:num w:numId="31" w16cid:durableId="192637728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14"/>
    <w:rsid w:val="00000CD2"/>
    <w:rsid w:val="00006B0B"/>
    <w:rsid w:val="00017CB6"/>
    <w:rsid w:val="000253E0"/>
    <w:rsid w:val="00031652"/>
    <w:rsid w:val="00031D57"/>
    <w:rsid w:val="000344F9"/>
    <w:rsid w:val="00037C73"/>
    <w:rsid w:val="000413C0"/>
    <w:rsid w:val="00046C1B"/>
    <w:rsid w:val="0005012B"/>
    <w:rsid w:val="00052BDB"/>
    <w:rsid w:val="00052E5A"/>
    <w:rsid w:val="00055C30"/>
    <w:rsid w:val="000640C6"/>
    <w:rsid w:val="00065C9C"/>
    <w:rsid w:val="0007403A"/>
    <w:rsid w:val="0007412A"/>
    <w:rsid w:val="00076020"/>
    <w:rsid w:val="00086204"/>
    <w:rsid w:val="00086A3A"/>
    <w:rsid w:val="000874D9"/>
    <w:rsid w:val="00095E72"/>
    <w:rsid w:val="000A0B1C"/>
    <w:rsid w:val="000A364E"/>
    <w:rsid w:val="000A6B6F"/>
    <w:rsid w:val="000B368D"/>
    <w:rsid w:val="000B4F64"/>
    <w:rsid w:val="000B6654"/>
    <w:rsid w:val="000C1688"/>
    <w:rsid w:val="000C3BBF"/>
    <w:rsid w:val="000D0C09"/>
    <w:rsid w:val="000D37A6"/>
    <w:rsid w:val="000D3FE9"/>
    <w:rsid w:val="000E57BC"/>
    <w:rsid w:val="000E7CA9"/>
    <w:rsid w:val="000F0EA2"/>
    <w:rsid w:val="000F3F8C"/>
    <w:rsid w:val="000F41B8"/>
    <w:rsid w:val="001014D2"/>
    <w:rsid w:val="001055FD"/>
    <w:rsid w:val="00107A58"/>
    <w:rsid w:val="00111400"/>
    <w:rsid w:val="00112E60"/>
    <w:rsid w:val="00114AAC"/>
    <w:rsid w:val="00116C1B"/>
    <w:rsid w:val="00133309"/>
    <w:rsid w:val="00135E94"/>
    <w:rsid w:val="00136358"/>
    <w:rsid w:val="00136C60"/>
    <w:rsid w:val="00136EF8"/>
    <w:rsid w:val="00143B28"/>
    <w:rsid w:val="001469C5"/>
    <w:rsid w:val="00151F88"/>
    <w:rsid w:val="00157B65"/>
    <w:rsid w:val="00166D7D"/>
    <w:rsid w:val="00167C6A"/>
    <w:rsid w:val="00172583"/>
    <w:rsid w:val="00172B6E"/>
    <w:rsid w:val="00175EA8"/>
    <w:rsid w:val="00182995"/>
    <w:rsid w:val="00187996"/>
    <w:rsid w:val="0019052F"/>
    <w:rsid w:val="00190F3D"/>
    <w:rsid w:val="00191FA5"/>
    <w:rsid w:val="001930BC"/>
    <w:rsid w:val="001A03E0"/>
    <w:rsid w:val="001B162C"/>
    <w:rsid w:val="001B29A6"/>
    <w:rsid w:val="001C583E"/>
    <w:rsid w:val="001D0043"/>
    <w:rsid w:val="001D1E06"/>
    <w:rsid w:val="001D268C"/>
    <w:rsid w:val="001D3522"/>
    <w:rsid w:val="001D3F69"/>
    <w:rsid w:val="001E029B"/>
    <w:rsid w:val="001E0487"/>
    <w:rsid w:val="001E1186"/>
    <w:rsid w:val="001F1EE7"/>
    <w:rsid w:val="00200254"/>
    <w:rsid w:val="00201307"/>
    <w:rsid w:val="002071A3"/>
    <w:rsid w:val="00212473"/>
    <w:rsid w:val="00215318"/>
    <w:rsid w:val="00221BAE"/>
    <w:rsid w:val="002238BB"/>
    <w:rsid w:val="002262B3"/>
    <w:rsid w:val="00231181"/>
    <w:rsid w:val="002345B2"/>
    <w:rsid w:val="00244714"/>
    <w:rsid w:val="002550C6"/>
    <w:rsid w:val="002618FC"/>
    <w:rsid w:val="002819D8"/>
    <w:rsid w:val="0028741F"/>
    <w:rsid w:val="00290CF0"/>
    <w:rsid w:val="00293B9A"/>
    <w:rsid w:val="00294494"/>
    <w:rsid w:val="002A4E4D"/>
    <w:rsid w:val="002A6296"/>
    <w:rsid w:val="002B0BD3"/>
    <w:rsid w:val="002B4187"/>
    <w:rsid w:val="002B6D91"/>
    <w:rsid w:val="002D1830"/>
    <w:rsid w:val="002D18B3"/>
    <w:rsid w:val="002D2961"/>
    <w:rsid w:val="002D3E98"/>
    <w:rsid w:val="002E19DC"/>
    <w:rsid w:val="002F14EE"/>
    <w:rsid w:val="002F6808"/>
    <w:rsid w:val="003000BA"/>
    <w:rsid w:val="00301D25"/>
    <w:rsid w:val="00302259"/>
    <w:rsid w:val="003115DD"/>
    <w:rsid w:val="00312500"/>
    <w:rsid w:val="00312F4B"/>
    <w:rsid w:val="0031351F"/>
    <w:rsid w:val="0031541C"/>
    <w:rsid w:val="00320007"/>
    <w:rsid w:val="00331BA4"/>
    <w:rsid w:val="00331D25"/>
    <w:rsid w:val="00332DEB"/>
    <w:rsid w:val="00333663"/>
    <w:rsid w:val="00340666"/>
    <w:rsid w:val="003463DA"/>
    <w:rsid w:val="00346AD2"/>
    <w:rsid w:val="00350662"/>
    <w:rsid w:val="00354BEC"/>
    <w:rsid w:val="00367DEC"/>
    <w:rsid w:val="00371852"/>
    <w:rsid w:val="003760AE"/>
    <w:rsid w:val="00380BC6"/>
    <w:rsid w:val="00390AD6"/>
    <w:rsid w:val="00392235"/>
    <w:rsid w:val="00393007"/>
    <w:rsid w:val="003933ED"/>
    <w:rsid w:val="00394138"/>
    <w:rsid w:val="00394314"/>
    <w:rsid w:val="00396223"/>
    <w:rsid w:val="00397C34"/>
    <w:rsid w:val="003A0DFF"/>
    <w:rsid w:val="003A2A3A"/>
    <w:rsid w:val="003A70F5"/>
    <w:rsid w:val="003B76C5"/>
    <w:rsid w:val="003C4483"/>
    <w:rsid w:val="003D0076"/>
    <w:rsid w:val="003D129F"/>
    <w:rsid w:val="003D6D55"/>
    <w:rsid w:val="003D78FC"/>
    <w:rsid w:val="003E40B8"/>
    <w:rsid w:val="003F2BE1"/>
    <w:rsid w:val="00400FA8"/>
    <w:rsid w:val="00404274"/>
    <w:rsid w:val="00406509"/>
    <w:rsid w:val="004066E4"/>
    <w:rsid w:val="00407750"/>
    <w:rsid w:val="00407B36"/>
    <w:rsid w:val="00414206"/>
    <w:rsid w:val="0042183E"/>
    <w:rsid w:val="004221EE"/>
    <w:rsid w:val="004258DE"/>
    <w:rsid w:val="00427E9A"/>
    <w:rsid w:val="00430AD2"/>
    <w:rsid w:val="0043727E"/>
    <w:rsid w:val="004411E6"/>
    <w:rsid w:val="00441B42"/>
    <w:rsid w:val="00443A0F"/>
    <w:rsid w:val="00453ACA"/>
    <w:rsid w:val="00454896"/>
    <w:rsid w:val="0047073C"/>
    <w:rsid w:val="0047353F"/>
    <w:rsid w:val="00474A4F"/>
    <w:rsid w:val="0047656F"/>
    <w:rsid w:val="004777D3"/>
    <w:rsid w:val="004828B9"/>
    <w:rsid w:val="00490BAD"/>
    <w:rsid w:val="004A018F"/>
    <w:rsid w:val="004A08B5"/>
    <w:rsid w:val="004A1871"/>
    <w:rsid w:val="004B4A0A"/>
    <w:rsid w:val="004B5044"/>
    <w:rsid w:val="004B78D1"/>
    <w:rsid w:val="004B7C67"/>
    <w:rsid w:val="004C4443"/>
    <w:rsid w:val="004C4DDB"/>
    <w:rsid w:val="004C6218"/>
    <w:rsid w:val="004F4B65"/>
    <w:rsid w:val="004F624B"/>
    <w:rsid w:val="00501AC4"/>
    <w:rsid w:val="0050574C"/>
    <w:rsid w:val="005068C7"/>
    <w:rsid w:val="00507CBE"/>
    <w:rsid w:val="00510FBD"/>
    <w:rsid w:val="005129C7"/>
    <w:rsid w:val="00512DAF"/>
    <w:rsid w:val="005132EF"/>
    <w:rsid w:val="005156CE"/>
    <w:rsid w:val="00515EF9"/>
    <w:rsid w:val="005160BD"/>
    <w:rsid w:val="00521F84"/>
    <w:rsid w:val="005249E5"/>
    <w:rsid w:val="00526026"/>
    <w:rsid w:val="00536F96"/>
    <w:rsid w:val="00544194"/>
    <w:rsid w:val="005504B2"/>
    <w:rsid w:val="00552717"/>
    <w:rsid w:val="00554536"/>
    <w:rsid w:val="00556613"/>
    <w:rsid w:val="00556FDA"/>
    <w:rsid w:val="005605BC"/>
    <w:rsid w:val="005631FC"/>
    <w:rsid w:val="00564E4D"/>
    <w:rsid w:val="00567655"/>
    <w:rsid w:val="00571088"/>
    <w:rsid w:val="00574C98"/>
    <w:rsid w:val="0057507D"/>
    <w:rsid w:val="00576C91"/>
    <w:rsid w:val="00593844"/>
    <w:rsid w:val="005A1E9C"/>
    <w:rsid w:val="005A76FF"/>
    <w:rsid w:val="005B039A"/>
    <w:rsid w:val="005B518A"/>
    <w:rsid w:val="005B733B"/>
    <w:rsid w:val="005C4397"/>
    <w:rsid w:val="005C4CB2"/>
    <w:rsid w:val="005C6EBD"/>
    <w:rsid w:val="005D12C3"/>
    <w:rsid w:val="005D4E2B"/>
    <w:rsid w:val="005E5FCB"/>
    <w:rsid w:val="005E798A"/>
    <w:rsid w:val="005F0D18"/>
    <w:rsid w:val="005F2FBA"/>
    <w:rsid w:val="005F4C69"/>
    <w:rsid w:val="005F58E9"/>
    <w:rsid w:val="005F61B5"/>
    <w:rsid w:val="005F78F1"/>
    <w:rsid w:val="005F7AA2"/>
    <w:rsid w:val="00601BE9"/>
    <w:rsid w:val="006170DE"/>
    <w:rsid w:val="00622998"/>
    <w:rsid w:val="0062370B"/>
    <w:rsid w:val="00624ACB"/>
    <w:rsid w:val="00631B76"/>
    <w:rsid w:val="00631C87"/>
    <w:rsid w:val="00633790"/>
    <w:rsid w:val="0063413B"/>
    <w:rsid w:val="006349C5"/>
    <w:rsid w:val="0063528F"/>
    <w:rsid w:val="006363CA"/>
    <w:rsid w:val="00637F5D"/>
    <w:rsid w:val="0064471B"/>
    <w:rsid w:val="00652CF7"/>
    <w:rsid w:val="00654D1C"/>
    <w:rsid w:val="00665990"/>
    <w:rsid w:val="00665AE7"/>
    <w:rsid w:val="00666A47"/>
    <w:rsid w:val="00672FBF"/>
    <w:rsid w:val="00676AAD"/>
    <w:rsid w:val="00677587"/>
    <w:rsid w:val="00680D8C"/>
    <w:rsid w:val="00683768"/>
    <w:rsid w:val="00690479"/>
    <w:rsid w:val="0069556F"/>
    <w:rsid w:val="006955E5"/>
    <w:rsid w:val="00697028"/>
    <w:rsid w:val="006A713F"/>
    <w:rsid w:val="006B3FB6"/>
    <w:rsid w:val="006B599C"/>
    <w:rsid w:val="006B78E2"/>
    <w:rsid w:val="006B7EB6"/>
    <w:rsid w:val="006C102A"/>
    <w:rsid w:val="006C24A0"/>
    <w:rsid w:val="006C5F9D"/>
    <w:rsid w:val="006D46ED"/>
    <w:rsid w:val="006E1320"/>
    <w:rsid w:val="006E1BA5"/>
    <w:rsid w:val="006F0E46"/>
    <w:rsid w:val="006F214E"/>
    <w:rsid w:val="006F2B81"/>
    <w:rsid w:val="006F4B6A"/>
    <w:rsid w:val="006F5E8F"/>
    <w:rsid w:val="006F681F"/>
    <w:rsid w:val="006F6A9E"/>
    <w:rsid w:val="00701523"/>
    <w:rsid w:val="0070292C"/>
    <w:rsid w:val="00711F26"/>
    <w:rsid w:val="0071298C"/>
    <w:rsid w:val="00713464"/>
    <w:rsid w:val="007157B6"/>
    <w:rsid w:val="0071681B"/>
    <w:rsid w:val="00716D69"/>
    <w:rsid w:val="00720C3E"/>
    <w:rsid w:val="007225E9"/>
    <w:rsid w:val="00722CBD"/>
    <w:rsid w:val="0072712E"/>
    <w:rsid w:val="007334C2"/>
    <w:rsid w:val="007337FA"/>
    <w:rsid w:val="007364B5"/>
    <w:rsid w:val="007456F3"/>
    <w:rsid w:val="0074595C"/>
    <w:rsid w:val="00747609"/>
    <w:rsid w:val="007508AB"/>
    <w:rsid w:val="007513A8"/>
    <w:rsid w:val="00753A17"/>
    <w:rsid w:val="00754F3A"/>
    <w:rsid w:val="00766BBD"/>
    <w:rsid w:val="00771A82"/>
    <w:rsid w:val="007728CB"/>
    <w:rsid w:val="00773665"/>
    <w:rsid w:val="007779DA"/>
    <w:rsid w:val="007811D3"/>
    <w:rsid w:val="00783689"/>
    <w:rsid w:val="007931B0"/>
    <w:rsid w:val="00794B00"/>
    <w:rsid w:val="00796341"/>
    <w:rsid w:val="007A4989"/>
    <w:rsid w:val="007A6B46"/>
    <w:rsid w:val="007C2A76"/>
    <w:rsid w:val="007C60BE"/>
    <w:rsid w:val="007C63F3"/>
    <w:rsid w:val="007C64C3"/>
    <w:rsid w:val="007D0FA3"/>
    <w:rsid w:val="007D4403"/>
    <w:rsid w:val="007E3AC0"/>
    <w:rsid w:val="007E434F"/>
    <w:rsid w:val="007F34BE"/>
    <w:rsid w:val="007F43C5"/>
    <w:rsid w:val="007F4F5F"/>
    <w:rsid w:val="00804E16"/>
    <w:rsid w:val="00807B60"/>
    <w:rsid w:val="00807C34"/>
    <w:rsid w:val="00811768"/>
    <w:rsid w:val="008206D2"/>
    <w:rsid w:val="008310BA"/>
    <w:rsid w:val="00832A30"/>
    <w:rsid w:val="008346FA"/>
    <w:rsid w:val="00835004"/>
    <w:rsid w:val="008361C7"/>
    <w:rsid w:val="00836229"/>
    <w:rsid w:val="00843D3E"/>
    <w:rsid w:val="008441B2"/>
    <w:rsid w:val="00844365"/>
    <w:rsid w:val="008561D6"/>
    <w:rsid w:val="00856883"/>
    <w:rsid w:val="00857541"/>
    <w:rsid w:val="00861135"/>
    <w:rsid w:val="00861B2B"/>
    <w:rsid w:val="00862EB7"/>
    <w:rsid w:val="0087013B"/>
    <w:rsid w:val="00871822"/>
    <w:rsid w:val="008720FD"/>
    <w:rsid w:val="00877EFD"/>
    <w:rsid w:val="00880D5B"/>
    <w:rsid w:val="0088145C"/>
    <w:rsid w:val="008A4595"/>
    <w:rsid w:val="008B0683"/>
    <w:rsid w:val="008B3F8C"/>
    <w:rsid w:val="008C03BE"/>
    <w:rsid w:val="008C4C66"/>
    <w:rsid w:val="008D3047"/>
    <w:rsid w:val="008D4C95"/>
    <w:rsid w:val="008D634F"/>
    <w:rsid w:val="008E6D6D"/>
    <w:rsid w:val="008F1A6C"/>
    <w:rsid w:val="008F370A"/>
    <w:rsid w:val="008F5561"/>
    <w:rsid w:val="00900063"/>
    <w:rsid w:val="009044E0"/>
    <w:rsid w:val="00904788"/>
    <w:rsid w:val="0090516A"/>
    <w:rsid w:val="00912791"/>
    <w:rsid w:val="00922351"/>
    <w:rsid w:val="009226FE"/>
    <w:rsid w:val="009230DA"/>
    <w:rsid w:val="0092617A"/>
    <w:rsid w:val="00931310"/>
    <w:rsid w:val="0093325D"/>
    <w:rsid w:val="009368F5"/>
    <w:rsid w:val="00937BC6"/>
    <w:rsid w:val="009431AE"/>
    <w:rsid w:val="00944648"/>
    <w:rsid w:val="00945453"/>
    <w:rsid w:val="00950CDC"/>
    <w:rsid w:val="00955FAE"/>
    <w:rsid w:val="009570E0"/>
    <w:rsid w:val="00960A16"/>
    <w:rsid w:val="009644EC"/>
    <w:rsid w:val="009704A7"/>
    <w:rsid w:val="00972E71"/>
    <w:rsid w:val="009767EA"/>
    <w:rsid w:val="00980DAB"/>
    <w:rsid w:val="009834D8"/>
    <w:rsid w:val="00983551"/>
    <w:rsid w:val="009850CD"/>
    <w:rsid w:val="00986C23"/>
    <w:rsid w:val="00990CA1"/>
    <w:rsid w:val="00990D9C"/>
    <w:rsid w:val="00996607"/>
    <w:rsid w:val="009A6F96"/>
    <w:rsid w:val="009B7504"/>
    <w:rsid w:val="009D18EE"/>
    <w:rsid w:val="009D4C75"/>
    <w:rsid w:val="009E11F5"/>
    <w:rsid w:val="009E1202"/>
    <w:rsid w:val="009F4492"/>
    <w:rsid w:val="009F53D9"/>
    <w:rsid w:val="009F7513"/>
    <w:rsid w:val="00A10871"/>
    <w:rsid w:val="00A21981"/>
    <w:rsid w:val="00A21C32"/>
    <w:rsid w:val="00A25C27"/>
    <w:rsid w:val="00A27F45"/>
    <w:rsid w:val="00A32BF3"/>
    <w:rsid w:val="00A4177E"/>
    <w:rsid w:val="00A428F3"/>
    <w:rsid w:val="00A43A95"/>
    <w:rsid w:val="00A53461"/>
    <w:rsid w:val="00A54663"/>
    <w:rsid w:val="00A57902"/>
    <w:rsid w:val="00A62838"/>
    <w:rsid w:val="00A65983"/>
    <w:rsid w:val="00A663D4"/>
    <w:rsid w:val="00A673F5"/>
    <w:rsid w:val="00A72CFF"/>
    <w:rsid w:val="00A7364E"/>
    <w:rsid w:val="00A75CBD"/>
    <w:rsid w:val="00A86ED8"/>
    <w:rsid w:val="00A90E98"/>
    <w:rsid w:val="00A9347E"/>
    <w:rsid w:val="00A94821"/>
    <w:rsid w:val="00A976C5"/>
    <w:rsid w:val="00AA0BD6"/>
    <w:rsid w:val="00AA1DE0"/>
    <w:rsid w:val="00AA39DC"/>
    <w:rsid w:val="00AA4401"/>
    <w:rsid w:val="00AA4832"/>
    <w:rsid w:val="00AA4CBB"/>
    <w:rsid w:val="00AB0697"/>
    <w:rsid w:val="00AB353E"/>
    <w:rsid w:val="00AB74CA"/>
    <w:rsid w:val="00AC1AAD"/>
    <w:rsid w:val="00AC2BAB"/>
    <w:rsid w:val="00AC64BD"/>
    <w:rsid w:val="00AC6936"/>
    <w:rsid w:val="00AD656D"/>
    <w:rsid w:val="00AD7E9A"/>
    <w:rsid w:val="00AE009A"/>
    <w:rsid w:val="00AE2AA7"/>
    <w:rsid w:val="00AE6741"/>
    <w:rsid w:val="00AE75A5"/>
    <w:rsid w:val="00AE7676"/>
    <w:rsid w:val="00AF082E"/>
    <w:rsid w:val="00AF2590"/>
    <w:rsid w:val="00AF2C4F"/>
    <w:rsid w:val="00AF2E0E"/>
    <w:rsid w:val="00AF381E"/>
    <w:rsid w:val="00AF3ECF"/>
    <w:rsid w:val="00B00E93"/>
    <w:rsid w:val="00B14FDC"/>
    <w:rsid w:val="00B21230"/>
    <w:rsid w:val="00B22EF2"/>
    <w:rsid w:val="00B2635F"/>
    <w:rsid w:val="00B31995"/>
    <w:rsid w:val="00B334AD"/>
    <w:rsid w:val="00B3421F"/>
    <w:rsid w:val="00B35DE6"/>
    <w:rsid w:val="00B36B8B"/>
    <w:rsid w:val="00B40440"/>
    <w:rsid w:val="00B4662E"/>
    <w:rsid w:val="00B470EA"/>
    <w:rsid w:val="00B47428"/>
    <w:rsid w:val="00B53028"/>
    <w:rsid w:val="00B543C2"/>
    <w:rsid w:val="00B54F06"/>
    <w:rsid w:val="00B55DD8"/>
    <w:rsid w:val="00B569F6"/>
    <w:rsid w:val="00B62170"/>
    <w:rsid w:val="00B677E8"/>
    <w:rsid w:val="00B749BF"/>
    <w:rsid w:val="00B74F3C"/>
    <w:rsid w:val="00B760A6"/>
    <w:rsid w:val="00B82692"/>
    <w:rsid w:val="00B8478D"/>
    <w:rsid w:val="00B91437"/>
    <w:rsid w:val="00B92589"/>
    <w:rsid w:val="00B93434"/>
    <w:rsid w:val="00BA0FF4"/>
    <w:rsid w:val="00BA58DA"/>
    <w:rsid w:val="00BB152B"/>
    <w:rsid w:val="00BB5757"/>
    <w:rsid w:val="00BB5B6C"/>
    <w:rsid w:val="00BC3CDB"/>
    <w:rsid w:val="00BD37AF"/>
    <w:rsid w:val="00BD6777"/>
    <w:rsid w:val="00BE2C65"/>
    <w:rsid w:val="00BE5D42"/>
    <w:rsid w:val="00BF12A3"/>
    <w:rsid w:val="00C025D9"/>
    <w:rsid w:val="00C0339D"/>
    <w:rsid w:val="00C04B34"/>
    <w:rsid w:val="00C0657A"/>
    <w:rsid w:val="00C125CD"/>
    <w:rsid w:val="00C13E1A"/>
    <w:rsid w:val="00C154E0"/>
    <w:rsid w:val="00C20F1F"/>
    <w:rsid w:val="00C21839"/>
    <w:rsid w:val="00C23D6A"/>
    <w:rsid w:val="00C27D86"/>
    <w:rsid w:val="00C305D5"/>
    <w:rsid w:val="00C31EA2"/>
    <w:rsid w:val="00C31EBD"/>
    <w:rsid w:val="00C47E5B"/>
    <w:rsid w:val="00C526AF"/>
    <w:rsid w:val="00C6049A"/>
    <w:rsid w:val="00C62993"/>
    <w:rsid w:val="00C62F80"/>
    <w:rsid w:val="00C635C8"/>
    <w:rsid w:val="00C70909"/>
    <w:rsid w:val="00C749D3"/>
    <w:rsid w:val="00C77315"/>
    <w:rsid w:val="00C82327"/>
    <w:rsid w:val="00C847F4"/>
    <w:rsid w:val="00C9238C"/>
    <w:rsid w:val="00C92D0F"/>
    <w:rsid w:val="00C950D5"/>
    <w:rsid w:val="00C957BE"/>
    <w:rsid w:val="00CA3353"/>
    <w:rsid w:val="00CA64F8"/>
    <w:rsid w:val="00CA77C3"/>
    <w:rsid w:val="00CB53FE"/>
    <w:rsid w:val="00CB767D"/>
    <w:rsid w:val="00CC57A0"/>
    <w:rsid w:val="00CD1319"/>
    <w:rsid w:val="00CD1E8E"/>
    <w:rsid w:val="00CD3B8F"/>
    <w:rsid w:val="00CD5791"/>
    <w:rsid w:val="00CE2DCC"/>
    <w:rsid w:val="00CE7FFC"/>
    <w:rsid w:val="00D0027A"/>
    <w:rsid w:val="00D0710F"/>
    <w:rsid w:val="00D1348B"/>
    <w:rsid w:val="00D158D3"/>
    <w:rsid w:val="00D15914"/>
    <w:rsid w:val="00D1710A"/>
    <w:rsid w:val="00D20378"/>
    <w:rsid w:val="00D233F8"/>
    <w:rsid w:val="00D2454A"/>
    <w:rsid w:val="00D26CB6"/>
    <w:rsid w:val="00D30B22"/>
    <w:rsid w:val="00D32041"/>
    <w:rsid w:val="00D331F3"/>
    <w:rsid w:val="00D37281"/>
    <w:rsid w:val="00D37F85"/>
    <w:rsid w:val="00D429F1"/>
    <w:rsid w:val="00D43482"/>
    <w:rsid w:val="00D43AC7"/>
    <w:rsid w:val="00D45D34"/>
    <w:rsid w:val="00D45EEF"/>
    <w:rsid w:val="00D460FC"/>
    <w:rsid w:val="00D4686E"/>
    <w:rsid w:val="00D47B58"/>
    <w:rsid w:val="00D548BC"/>
    <w:rsid w:val="00D54AD5"/>
    <w:rsid w:val="00D55CA2"/>
    <w:rsid w:val="00D65910"/>
    <w:rsid w:val="00D72D03"/>
    <w:rsid w:val="00D7653F"/>
    <w:rsid w:val="00D85A31"/>
    <w:rsid w:val="00D86BD0"/>
    <w:rsid w:val="00D87D86"/>
    <w:rsid w:val="00D94265"/>
    <w:rsid w:val="00D96653"/>
    <w:rsid w:val="00D96A5E"/>
    <w:rsid w:val="00D97606"/>
    <w:rsid w:val="00D97F95"/>
    <w:rsid w:val="00DA250F"/>
    <w:rsid w:val="00DA6350"/>
    <w:rsid w:val="00DA706B"/>
    <w:rsid w:val="00DB1B80"/>
    <w:rsid w:val="00DC0747"/>
    <w:rsid w:val="00DC189B"/>
    <w:rsid w:val="00DC1A8F"/>
    <w:rsid w:val="00DC1B37"/>
    <w:rsid w:val="00DC3FEE"/>
    <w:rsid w:val="00DC7E10"/>
    <w:rsid w:val="00DD382C"/>
    <w:rsid w:val="00DD61BB"/>
    <w:rsid w:val="00DD7081"/>
    <w:rsid w:val="00DE581F"/>
    <w:rsid w:val="00DE5CEF"/>
    <w:rsid w:val="00DE7B0F"/>
    <w:rsid w:val="00DF3910"/>
    <w:rsid w:val="00DF48AF"/>
    <w:rsid w:val="00DF7034"/>
    <w:rsid w:val="00DF7F05"/>
    <w:rsid w:val="00E13219"/>
    <w:rsid w:val="00E14FFB"/>
    <w:rsid w:val="00E160DB"/>
    <w:rsid w:val="00E231A1"/>
    <w:rsid w:val="00E30F31"/>
    <w:rsid w:val="00E36CC4"/>
    <w:rsid w:val="00E40385"/>
    <w:rsid w:val="00E51332"/>
    <w:rsid w:val="00E52451"/>
    <w:rsid w:val="00E535D2"/>
    <w:rsid w:val="00E61341"/>
    <w:rsid w:val="00E671C6"/>
    <w:rsid w:val="00E70592"/>
    <w:rsid w:val="00E70D28"/>
    <w:rsid w:val="00E768F6"/>
    <w:rsid w:val="00E907E6"/>
    <w:rsid w:val="00E949BA"/>
    <w:rsid w:val="00E94FA9"/>
    <w:rsid w:val="00E97517"/>
    <w:rsid w:val="00E976C1"/>
    <w:rsid w:val="00E97F40"/>
    <w:rsid w:val="00EA2987"/>
    <w:rsid w:val="00EA46AD"/>
    <w:rsid w:val="00EB614A"/>
    <w:rsid w:val="00EC7847"/>
    <w:rsid w:val="00ED10F5"/>
    <w:rsid w:val="00ED19E3"/>
    <w:rsid w:val="00ED5589"/>
    <w:rsid w:val="00EE0365"/>
    <w:rsid w:val="00EE286A"/>
    <w:rsid w:val="00EE3E28"/>
    <w:rsid w:val="00EE528B"/>
    <w:rsid w:val="00EF0025"/>
    <w:rsid w:val="00EF1383"/>
    <w:rsid w:val="00EF53C3"/>
    <w:rsid w:val="00F0175F"/>
    <w:rsid w:val="00F01766"/>
    <w:rsid w:val="00F07A18"/>
    <w:rsid w:val="00F277D8"/>
    <w:rsid w:val="00F31433"/>
    <w:rsid w:val="00F35E8F"/>
    <w:rsid w:val="00F40753"/>
    <w:rsid w:val="00F446F0"/>
    <w:rsid w:val="00F50E32"/>
    <w:rsid w:val="00F513E9"/>
    <w:rsid w:val="00F61744"/>
    <w:rsid w:val="00F62340"/>
    <w:rsid w:val="00F62B2B"/>
    <w:rsid w:val="00F6443B"/>
    <w:rsid w:val="00F666CF"/>
    <w:rsid w:val="00F66DFC"/>
    <w:rsid w:val="00F711C3"/>
    <w:rsid w:val="00F724F9"/>
    <w:rsid w:val="00F816C1"/>
    <w:rsid w:val="00F87EFA"/>
    <w:rsid w:val="00F94A8B"/>
    <w:rsid w:val="00F95950"/>
    <w:rsid w:val="00FA0AC3"/>
    <w:rsid w:val="00FA15B0"/>
    <w:rsid w:val="00FA2A5D"/>
    <w:rsid w:val="00FA6DEF"/>
    <w:rsid w:val="00FA7FDE"/>
    <w:rsid w:val="00FB3C79"/>
    <w:rsid w:val="00FB7A53"/>
    <w:rsid w:val="00FC2FCC"/>
    <w:rsid w:val="00FD1D15"/>
    <w:rsid w:val="00FD56E6"/>
    <w:rsid w:val="00FE42F8"/>
    <w:rsid w:val="00FE56BC"/>
    <w:rsid w:val="00FE72F4"/>
    <w:rsid w:val="00FF30E1"/>
    <w:rsid w:val="00FF4EDB"/>
    <w:rsid w:val="00FF726A"/>
    <w:rsid w:val="04C35FC3"/>
    <w:rsid w:val="07C6B272"/>
    <w:rsid w:val="0C56E1A7"/>
    <w:rsid w:val="0F49E122"/>
    <w:rsid w:val="10432493"/>
    <w:rsid w:val="1590B461"/>
    <w:rsid w:val="160D12BA"/>
    <w:rsid w:val="18B653E3"/>
    <w:rsid w:val="2609BF9B"/>
    <w:rsid w:val="26408B6C"/>
    <w:rsid w:val="307E2982"/>
    <w:rsid w:val="31E0731C"/>
    <w:rsid w:val="35E07F4E"/>
    <w:rsid w:val="3AD817CE"/>
    <w:rsid w:val="3BBD6878"/>
    <w:rsid w:val="3BDA6740"/>
    <w:rsid w:val="4081C19A"/>
    <w:rsid w:val="46261C70"/>
    <w:rsid w:val="48C1E8D8"/>
    <w:rsid w:val="496C3518"/>
    <w:rsid w:val="536066E8"/>
    <w:rsid w:val="5A321534"/>
    <w:rsid w:val="5C127CFB"/>
    <w:rsid w:val="5FC6C988"/>
    <w:rsid w:val="60AA9A40"/>
    <w:rsid w:val="643D1703"/>
    <w:rsid w:val="6B1B8067"/>
    <w:rsid w:val="74303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D26E2F"/>
  <w15:docId w15:val="{50B030BA-1E76-43F1-91E3-A2360CD9E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 w:qFormat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C189B"/>
    <w:pPr>
      <w:spacing w:before="120" w:after="120" w:line="336" w:lineRule="auto"/>
      <w:jc w:val="both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32DEB"/>
    <w:pPr>
      <w:keepNext/>
      <w:keepLines/>
      <w:numPr>
        <w:numId w:val="1"/>
      </w:numPr>
      <w:spacing w:before="240" w:after="240"/>
      <w:ind w:left="1140" w:hanging="431"/>
      <w:outlineLvl w:val="0"/>
    </w:pPr>
    <w:rPr>
      <w:rFonts w:eastAsiaTheme="majorEastAsia" w:cstheme="majorBidi"/>
      <w:b/>
      <w:bCs/>
      <w:color w:val="1F497D" w:themeColor="text2"/>
      <w:sz w:val="28"/>
      <w:szCs w:val="28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960A16"/>
    <w:pPr>
      <w:numPr>
        <w:ilvl w:val="1"/>
      </w:numPr>
      <w:spacing w:after="120"/>
      <w:ind w:left="1996" w:hanging="578"/>
      <w:outlineLvl w:val="1"/>
    </w:pPr>
    <w:rPr>
      <w:bCs w:val="0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D6D55"/>
    <w:pPr>
      <w:keepNext/>
      <w:keepLines/>
      <w:numPr>
        <w:ilvl w:val="2"/>
        <w:numId w:val="1"/>
      </w:numPr>
      <w:spacing w:before="200"/>
      <w:ind w:left="2846"/>
      <w:outlineLvl w:val="2"/>
    </w:pPr>
    <w:rPr>
      <w:rFonts w:eastAsiaTheme="majorEastAsia" w:cstheme="majorBidi"/>
      <w:bCs/>
      <w:color w:val="1F497D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0DFF"/>
    <w:pPr>
      <w:keepNext/>
      <w:keepLines/>
      <w:numPr>
        <w:ilvl w:val="3"/>
        <w:numId w:val="1"/>
      </w:numPr>
      <w:spacing w:before="200" w:after="0"/>
      <w:ind w:left="3696"/>
      <w:outlineLvl w:val="3"/>
    </w:pPr>
    <w:rPr>
      <w:rFonts w:eastAsiaTheme="majorEastAsia" w:cstheme="majorBidi"/>
      <w:bCs/>
      <w:i/>
      <w:iCs/>
      <w:color w:val="1F497D" w:themeColor="text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309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hAnsiTheme="majorHAnsi" w:eastAsiaTheme="majorEastAsia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309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309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309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hAnsiTheme="majorHAnsi" w:eastAsiaTheme="majorEastAsia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309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Cs w:val="20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A0DFF"/>
    <w:pPr>
      <w:spacing w:after="300" w:line="240" w:lineRule="auto"/>
      <w:contextualSpacing/>
    </w:pPr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character" w:styleId="TitleChar" w:customStyle="1">
    <w:name w:val="Title Char"/>
    <w:basedOn w:val="DefaultParagraphFont"/>
    <w:link w:val="Title"/>
    <w:uiPriority w:val="10"/>
    <w:rsid w:val="003A0DFF"/>
    <w:rPr>
      <w:rFonts w:eastAsiaTheme="majorEastAsia" w:cstheme="majorBidi"/>
      <w:b/>
      <w:color w:val="1F497D" w:themeColor="text2"/>
      <w:spacing w:val="5"/>
      <w:kern w:val="28"/>
      <w:sz w:val="3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5D4E2B"/>
    <w:pPr>
      <w:numPr>
        <w:ilvl w:val="1"/>
      </w:numPr>
      <w:ind w:firstLine="709"/>
      <w:jc w:val="right"/>
    </w:pPr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SubtitleChar" w:customStyle="1">
    <w:name w:val="Subtitle Char"/>
    <w:basedOn w:val="DefaultParagraphFont"/>
    <w:link w:val="Subtitle"/>
    <w:uiPriority w:val="11"/>
    <w:rsid w:val="005D4E2B"/>
    <w:rPr>
      <w:rFonts w:eastAsiaTheme="majorEastAsia" w:cstheme="majorBidi"/>
      <w:iCs/>
      <w:color w:val="1F497D" w:themeColor="text2"/>
      <w:spacing w:val="15"/>
      <w:sz w:val="28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332DEB"/>
    <w:rPr>
      <w:rFonts w:eastAsiaTheme="majorEastAsia" w:cstheme="majorBidi"/>
      <w:b/>
      <w:bCs/>
      <w:color w:val="1F497D" w:themeColor="text2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960A16"/>
    <w:rPr>
      <w:rFonts w:ascii="Arial" w:hAnsi="Arial" w:eastAsiaTheme="majorEastAsia" w:cstheme="majorBidi"/>
      <w:b/>
      <w:color w:val="1F497D" w:themeColor="text2"/>
      <w:sz w:val="24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3D6D55"/>
    <w:rPr>
      <w:rFonts w:eastAsiaTheme="majorEastAsia" w:cstheme="majorBidi"/>
      <w:bCs/>
      <w:color w:val="1F497D" w:themeColor="text2"/>
    </w:rPr>
  </w:style>
  <w:style w:type="character" w:styleId="Heading4Char" w:customStyle="1">
    <w:name w:val="Heading 4 Char"/>
    <w:basedOn w:val="DefaultParagraphFont"/>
    <w:link w:val="Heading4"/>
    <w:uiPriority w:val="9"/>
    <w:rsid w:val="003A0DFF"/>
    <w:rPr>
      <w:rFonts w:eastAsiaTheme="majorEastAsia" w:cstheme="majorBidi"/>
      <w:bCs/>
      <w:i/>
      <w:iCs/>
      <w:color w:val="1F497D" w:themeColor="text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33309"/>
    <w:rPr>
      <w:rFonts w:asciiTheme="majorHAnsi" w:hAnsiTheme="majorHAnsi" w:eastAsiaTheme="majorEastAsia" w:cstheme="majorBidi"/>
      <w:color w:val="243F60" w:themeColor="accent1" w:themeShade="7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33309"/>
    <w:rPr>
      <w:rFonts w:asciiTheme="majorHAnsi" w:hAnsiTheme="majorHAnsi" w:eastAsiaTheme="majorEastAsia" w:cstheme="majorBidi"/>
      <w:i/>
      <w:iCs/>
      <w:color w:val="243F60" w:themeColor="accent1" w:themeShade="7F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33309"/>
    <w:rPr>
      <w:rFonts w:asciiTheme="majorHAnsi" w:hAnsiTheme="majorHAnsi" w:eastAsiaTheme="majorEastAsia" w:cstheme="majorBidi"/>
      <w:color w:val="404040" w:themeColor="text1" w:themeTint="BF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3330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</w:rPr>
  </w:style>
  <w:style w:type="paragraph" w:styleId="titreTableau" w:customStyle="1">
    <w:name w:val="titreTableau"/>
    <w:basedOn w:val="Normal"/>
    <w:qFormat/>
    <w:rsid w:val="005B518A"/>
    <w:pPr>
      <w:numPr>
        <w:numId w:val="12"/>
      </w:numPr>
    </w:pPr>
    <w:rPr>
      <w:b/>
    </w:rPr>
  </w:style>
  <w:style w:type="paragraph" w:styleId="titreFigure" w:customStyle="1">
    <w:name w:val="titreFigure"/>
    <w:basedOn w:val="titreTableau"/>
    <w:qFormat/>
    <w:rsid w:val="00133309"/>
    <w:pPr>
      <w:numPr>
        <w:numId w:val="13"/>
      </w:numPr>
      <w:ind w:left="360"/>
    </w:pPr>
  </w:style>
  <w:style w:type="paragraph" w:styleId="image" w:customStyle="1">
    <w:name w:val="image"/>
    <w:basedOn w:val="Normal"/>
    <w:qFormat/>
    <w:rsid w:val="004F624B"/>
  </w:style>
  <w:style w:type="paragraph" w:styleId="Header">
    <w:name w:val="header"/>
    <w:basedOn w:val="Normal"/>
    <w:link w:val="HeaderChar"/>
    <w:uiPriority w:val="99"/>
    <w:unhideWhenUsed/>
    <w:rsid w:val="003A0DFF"/>
    <w:pPr>
      <w:pBdr>
        <w:top w:val="single" w:color="4F81BD" w:themeColor="accent1" w:sz="8" w:space="1"/>
      </w:pBd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A0DFF"/>
  </w:style>
  <w:style w:type="paragraph" w:styleId="Footer">
    <w:name w:val="footer"/>
    <w:basedOn w:val="Normal"/>
    <w:link w:val="FooterChar"/>
    <w:uiPriority w:val="99"/>
    <w:unhideWhenUsed/>
    <w:rsid w:val="004F624B"/>
    <w:pPr>
      <w:pBdr>
        <w:top w:val="single" w:color="808080" w:themeColor="background1" w:themeShade="80" w:sz="6" w:space="1"/>
      </w:pBdr>
      <w:tabs>
        <w:tab w:val="center" w:pos="4536"/>
        <w:tab w:val="right" w:pos="9072"/>
      </w:tabs>
      <w:spacing w:after="0" w:line="240" w:lineRule="auto"/>
    </w:pPr>
    <w:rPr>
      <w:color w:val="808080" w:themeColor="background1" w:themeShade="80"/>
    </w:rPr>
  </w:style>
  <w:style w:type="character" w:styleId="FooterChar" w:customStyle="1">
    <w:name w:val="Footer Char"/>
    <w:basedOn w:val="DefaultParagraphFont"/>
    <w:link w:val="Footer"/>
    <w:uiPriority w:val="99"/>
    <w:rsid w:val="004F624B"/>
    <w:rPr>
      <w:color w:val="808080" w:themeColor="background1" w:themeShade="80"/>
      <w:sz w:val="20"/>
    </w:rPr>
  </w:style>
  <w:style w:type="paragraph" w:styleId="sous-titre" w:customStyle="1">
    <w:name w:val="sous-titre"/>
    <w:basedOn w:val="Normal"/>
    <w:qFormat/>
    <w:rsid w:val="006F0E46"/>
    <w:pPr>
      <w:spacing w:before="0" w:line="240" w:lineRule="auto"/>
    </w:pPr>
    <w:rPr>
      <w:sz w:val="18"/>
    </w:rPr>
  </w:style>
  <w:style w:type="numbering" w:styleId="ListBullets" w:customStyle="1">
    <w:name w:val="ListBullets"/>
    <w:uiPriority w:val="99"/>
    <w:rsid w:val="0062370B"/>
    <w:pPr>
      <w:numPr>
        <w:numId w:val="24"/>
      </w:numPr>
    </w:pPr>
  </w:style>
  <w:style w:type="paragraph" w:styleId="tableauContent" w:customStyle="1">
    <w:name w:val="tableauContent"/>
    <w:basedOn w:val="Normal"/>
    <w:qFormat/>
    <w:rsid w:val="006F0E46"/>
    <w:pPr>
      <w:spacing w:before="60" w:after="60"/>
      <w:jc w:val="left"/>
    </w:pPr>
    <w:rPr>
      <w:sz w:val="18"/>
    </w:rPr>
  </w:style>
  <w:style w:type="paragraph" w:styleId="references" w:customStyle="1">
    <w:name w:val="references"/>
    <w:basedOn w:val="Normal"/>
    <w:qFormat/>
    <w:rsid w:val="00690479"/>
    <w:pPr>
      <w:spacing w:before="0" w:after="0" w:line="240" w:lineRule="auto"/>
      <w:ind w:hanging="480"/>
      <w:jc w:val="left"/>
    </w:pPr>
    <w:rPr>
      <w:rFonts w:eastAsia="Times New Roman" w:cs="Times New Roman"/>
      <w:szCs w:val="24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E16"/>
    <w:pPr>
      <w:numPr>
        <w:numId w:val="0"/>
      </w:numPr>
      <w:spacing w:before="480" w:after="0"/>
      <w:jc w:val="left"/>
      <w:outlineLvl w:val="9"/>
    </w:pPr>
    <w:rPr>
      <w:rFonts w:asciiTheme="majorHAnsi" w:hAnsiTheme="majorHAnsi"/>
      <w:color w:val="365F91" w:themeColor="accent1" w:themeShade="BF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804E16"/>
    <w:pPr>
      <w:jc w:val="left"/>
    </w:pPr>
    <w:rPr>
      <w:rFonts w:asciiTheme="minorHAnsi" w:hAnsiTheme="minorHAnsi" w:cstheme="minorHAnsi"/>
      <w:b/>
      <w:bCs/>
      <w:caps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E16"/>
    <w:pPr>
      <w:spacing w:before="0" w:after="0"/>
      <w:ind w:left="220"/>
      <w:jc w:val="left"/>
    </w:pPr>
    <w:rPr>
      <w:rFonts w:asciiTheme="minorHAnsi" w:hAnsiTheme="minorHAnsi" w:cstheme="minorHAnsi"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E16"/>
    <w:pPr>
      <w:spacing w:before="0" w:after="0"/>
      <w:ind w:left="440"/>
      <w:jc w:val="left"/>
    </w:pPr>
    <w:rPr>
      <w:rFonts w:asciiTheme="minorHAnsi" w:hAnsiTheme="minorHAnsi" w:cstheme="minorHAnsi"/>
      <w:i/>
      <w:iCs/>
      <w:szCs w:val="20"/>
    </w:rPr>
  </w:style>
  <w:style w:type="character" w:styleId="Hyperlink">
    <w:name w:val="Hyperlink"/>
    <w:basedOn w:val="DefaultParagraphFont"/>
    <w:uiPriority w:val="99"/>
    <w:unhideWhenUsed/>
    <w:rsid w:val="00804E1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E1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04E16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804E16"/>
    <w:pPr>
      <w:spacing w:before="0" w:after="0"/>
      <w:ind w:left="660"/>
      <w:jc w:val="left"/>
    </w:pPr>
    <w:rPr>
      <w:rFonts w:asciiTheme="minorHAnsi" w:hAnsiTheme="minorHAnsi" w:cstheme="minorHAns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804E16"/>
    <w:pPr>
      <w:spacing w:before="0" w:after="0"/>
      <w:ind w:left="880"/>
      <w:jc w:val="left"/>
    </w:pPr>
    <w:rPr>
      <w:rFonts w:asciiTheme="minorHAnsi" w:hAnsiTheme="minorHAnsi" w:cstheme="minorHAns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804E16"/>
    <w:pPr>
      <w:spacing w:before="0" w:after="0"/>
      <w:ind w:left="1100"/>
      <w:jc w:val="left"/>
    </w:pPr>
    <w:rPr>
      <w:rFonts w:asciiTheme="minorHAnsi" w:hAnsiTheme="minorHAnsi" w:cstheme="minorHAns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804E16"/>
    <w:pPr>
      <w:spacing w:before="0" w:after="0"/>
      <w:ind w:left="1320"/>
      <w:jc w:val="left"/>
    </w:pPr>
    <w:rPr>
      <w:rFonts w:asciiTheme="minorHAnsi" w:hAnsiTheme="minorHAnsi" w:cstheme="minorHAns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804E16"/>
    <w:pPr>
      <w:spacing w:before="0" w:after="0"/>
      <w:ind w:left="1540"/>
      <w:jc w:val="left"/>
    </w:pPr>
    <w:rPr>
      <w:rFonts w:asciiTheme="minorHAnsi" w:hAnsiTheme="minorHAnsi" w:cstheme="minorHAns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804E16"/>
    <w:pPr>
      <w:spacing w:before="0" w:after="0"/>
      <w:ind w:left="1760"/>
      <w:jc w:val="left"/>
    </w:pPr>
    <w:rPr>
      <w:rFonts w:asciiTheme="minorHAnsi" w:hAnsiTheme="minorHAnsi" w:cstheme="minorHAns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157B6"/>
    <w:pPr>
      <w:spacing w:before="0" w:after="0" w:line="240" w:lineRule="auto"/>
      <w:jc w:val="left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7157B6"/>
    <w:rPr>
      <w:rFonts w:ascii="Arial" w:hAnsi="Arial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AA4401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A39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A39DC"/>
    <w:pPr>
      <w:spacing w:line="240" w:lineRule="auto"/>
    </w:pPr>
    <w:rPr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AA39DC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39DC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AA39DC"/>
    <w:rPr>
      <w:rFonts w:ascii="Arial" w:hAnsi="Arial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683768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37F85"/>
    <w:pPr>
      <w:ind w:left="720"/>
      <w:contextualSpacing/>
    </w:pPr>
  </w:style>
  <w:style w:type="paragraph" w:styleId="ListBullet">
    <w:name w:val="List Bullet"/>
    <w:basedOn w:val="Normal"/>
    <w:uiPriority w:val="99"/>
    <w:unhideWhenUsed/>
    <w:rsid w:val="0062370B"/>
    <w:pPr>
      <w:ind w:left="360" w:hanging="360"/>
      <w:contextualSpacing/>
    </w:pPr>
  </w:style>
  <w:style w:type="paragraph" w:styleId="ListBullet2">
    <w:name w:val="List Bullet 2"/>
    <w:basedOn w:val="Normal"/>
    <w:uiPriority w:val="99"/>
    <w:unhideWhenUsed/>
    <w:rsid w:val="0062370B"/>
    <w:pPr>
      <w:ind w:left="720" w:hanging="360"/>
      <w:contextualSpacing/>
    </w:pPr>
  </w:style>
  <w:style w:type="paragraph" w:styleId="ListBullet3">
    <w:name w:val="List Bullet 3"/>
    <w:basedOn w:val="Normal"/>
    <w:uiPriority w:val="99"/>
    <w:unhideWhenUsed/>
    <w:rsid w:val="0062370B"/>
    <w:pPr>
      <w:ind w:left="1080" w:hanging="360"/>
      <w:contextualSpacing/>
    </w:pPr>
  </w:style>
  <w:style w:type="paragraph" w:styleId="ListBullet4">
    <w:name w:val="List Bullet 4"/>
    <w:basedOn w:val="Normal"/>
    <w:uiPriority w:val="99"/>
    <w:unhideWhenUsed/>
    <w:rsid w:val="0062370B"/>
    <w:pPr>
      <w:ind w:left="1440" w:hanging="360"/>
      <w:contextualSpacing/>
    </w:pPr>
  </w:style>
  <w:style w:type="paragraph" w:styleId="paragraph" w:customStyle="1">
    <w:name w:val="paragraph"/>
    <w:basedOn w:val="Normal"/>
    <w:rsid w:val="00D2454A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character" w:styleId="normaltextrun" w:customStyle="1">
    <w:name w:val="normaltextrun"/>
    <w:basedOn w:val="DefaultParagraphFont"/>
    <w:rsid w:val="00D2454A"/>
  </w:style>
  <w:style w:type="character" w:styleId="eop" w:customStyle="1">
    <w:name w:val="eop"/>
    <w:basedOn w:val="DefaultParagraphFont"/>
    <w:rsid w:val="00D2454A"/>
  </w:style>
  <w:style w:type="paragraph" w:styleId="Revision">
    <w:name w:val="Revision"/>
    <w:hidden/>
    <w:uiPriority w:val="99"/>
    <w:semiHidden/>
    <w:rsid w:val="00880D5B"/>
    <w:pPr>
      <w:spacing w:after="0" w:line="240" w:lineRule="auto"/>
    </w:pPr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9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89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0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61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5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5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4336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249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1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0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7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9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8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86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835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07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29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76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8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95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00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6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7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754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56992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5513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50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507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2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085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4343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2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87106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819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4200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27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12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9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3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96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4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5605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71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7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031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4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0066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16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61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73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3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4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6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6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0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6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41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5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336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2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1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4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86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58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3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2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5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2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2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43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0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183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38539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4099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09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4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9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2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73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4018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7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4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267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250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6656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793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1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567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4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1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96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16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39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1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0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92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4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35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0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67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7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90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2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7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556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45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7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5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374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97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05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6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48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9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84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9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0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7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45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8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61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30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63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9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4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731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295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8301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5236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43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53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685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60301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4194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1018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609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487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10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1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104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9565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1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24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3381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362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2122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122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1335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4644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76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0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6865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8923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630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0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9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8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4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838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8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7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56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101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6517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925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339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079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27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431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21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690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69526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9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8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4566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2308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2126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57925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3325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5025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501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301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97104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2307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09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6649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86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66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38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033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3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95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7909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573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6579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93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6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56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3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762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85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842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6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1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18489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4320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1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19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74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220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122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79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2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1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79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2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13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72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89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326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0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532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42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7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8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99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15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12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85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8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3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15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09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2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6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7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45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1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0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88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67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25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5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0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5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29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5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79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02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864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4001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28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7757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047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6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029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6101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4267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1590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19178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8867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890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58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9874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03498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77931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527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589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79302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5077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2168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7148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2331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2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053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9575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47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51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7297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222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9001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627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143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27496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17876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12198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24836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464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68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519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6943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43079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7133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3724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1561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29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24863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37692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51838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8114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278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788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402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307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0550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37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8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66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72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51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32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24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165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2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752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230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216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783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7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936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022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458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43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7440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122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0225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02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398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36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287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30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740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2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635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188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20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12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82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466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246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68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7650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168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8750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216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373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25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1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804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06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392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08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295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723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18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628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80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3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194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767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78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4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84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760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596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10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6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17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236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79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218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2257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5876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8064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061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272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6368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480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308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7724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9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036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3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434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191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439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306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601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6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5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35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281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34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61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1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1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1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67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9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1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71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87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4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4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134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8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9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58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26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7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2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1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0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47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5395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59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57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92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5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62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00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53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8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16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9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268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754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6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121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11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7522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0277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41246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02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5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7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66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4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133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5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928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08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50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34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3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8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4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5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4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01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9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32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5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3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210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2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2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5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20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7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490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09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65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3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76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938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2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9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12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7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7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40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1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73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0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03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8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64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9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9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18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27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05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9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2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8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03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igia\2_projects\2022_GLLP_M_E\2_deliverables\draft_frameworks\data_collection_tools\document_2021_02_10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f0be81-9d97-4737-97b2-7789c5062d58">
      <Terms xmlns="http://schemas.microsoft.com/office/infopath/2007/PartnerControls"/>
    </lcf76f155ced4ddcb4097134ff3c332f>
    <TaxCatchAll xmlns="129451d6-aa90-46b8-8fd9-fbe75a80caf6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05538183E13A4D91A4BD666C52FC81" ma:contentTypeVersion="18" ma:contentTypeDescription="Create a new document." ma:contentTypeScope="" ma:versionID="f65382b1f4b856c2c1b3e83fdb7005e8">
  <xsd:schema xmlns:xsd="http://www.w3.org/2001/XMLSchema" xmlns:xs="http://www.w3.org/2001/XMLSchema" xmlns:p="http://schemas.microsoft.com/office/2006/metadata/properties" xmlns:ns2="e6f0be81-9d97-4737-97b2-7789c5062d58" xmlns:ns3="129451d6-aa90-46b8-8fd9-fbe75a80caf6" targetNamespace="http://schemas.microsoft.com/office/2006/metadata/properties" ma:root="true" ma:fieldsID="aa3c5a6c9aa6d1bfdeeffec2e50c9fba" ns2:_="" ns3:_="">
    <xsd:import namespace="e6f0be81-9d97-4737-97b2-7789c5062d58"/>
    <xsd:import namespace="129451d6-aa90-46b8-8fd9-fbe75a80ca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0be81-9d97-4737-97b2-7789c5062d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aa4eac88-8ae6-4a96-90c7-97bc93c844e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9451d6-aa90-46b8-8fd9-fbe75a80caf6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4056d1-5fb6-453f-a253-4e72b727c606}" ma:internalName="TaxCatchAll" ma:showField="CatchAllData" ma:web="129451d6-aa90-46b8-8fd9-fbe75a80caf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5FC65-A591-46A3-9F7A-E38CDE7B8E92}">
  <ds:schemaRefs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29451d6-aa90-46b8-8fd9-fbe75a80caf6"/>
    <ds:schemaRef ds:uri="e6f0be81-9d97-4737-97b2-7789c5062d5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2EACA9-D202-4455-8BCB-5575129D9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0be81-9d97-4737-97b2-7789c5062d58"/>
    <ds:schemaRef ds:uri="129451d6-aa90-46b8-8fd9-fbe75a80ca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6A3CB6-407B-4077-BE68-5E0523A315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1D850CD-1EE6-43BB-A6F8-4D8BA912A63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document_2021_02_10.dotx</ap:Template>
  <ap:Application>Microsoft Word for the web</ap:Application>
  <ap:DocSecurity>0</ap:DocSecurity>
  <ap:ScaleCrop>false</ap:ScaleCrop>
  <ap:Company>Sigia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Myrtille Prouté</dc:creator>
  <keywords/>
  <lastModifiedBy>JAGUPAROV, Alexandr</lastModifiedBy>
  <revision>210</revision>
  <lastPrinted>2023-01-26T19:47:00.0000000Z</lastPrinted>
  <dcterms:created xsi:type="dcterms:W3CDTF">2022-11-30T17:35:00.0000000Z</dcterms:created>
  <dcterms:modified xsi:type="dcterms:W3CDTF">2025-02-03T08:53:42.1256311Z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0x0101009805538183E13A4D91A4BD666C52FC81</vt:lpwstr>
  </property>
  <property fmtid="{D5CDD505-2E9C-101B-9397-08002B2CF9AE}" pid="3" name="MediaServiceImageTags">
    <vt:lpwstr/>
  </property>
</Properties>
</file>